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8BD" w:rsidRDefault="000228BD" w:rsidP="000228BD">
      <w:r>
        <w:t>Sound Sanctuary offers deep relaxation and attunement to well-being through a combination of sound healing with Yoga Nidra (yogic sleep meditation).  Your sound healing journey will immerse you in the sonic resonance of Planetary Gongs, Tibetan and crystal singing bowls and a variety of sound healing instruments.  Feel free to bring a pillow, your own blanket or a covering for your eyes!</w:t>
      </w:r>
    </w:p>
    <w:p w:rsidR="00E84281" w:rsidRDefault="00E84281" w:rsidP="000228BD"/>
    <w:p w:rsidR="00E84281" w:rsidRPr="00E84281" w:rsidRDefault="00E84281" w:rsidP="000228BD">
      <w:pPr>
        <w:rPr>
          <w:b/>
        </w:rPr>
      </w:pPr>
      <w:r w:rsidRPr="00E84281">
        <w:rPr>
          <w:b/>
        </w:rPr>
        <w:t>Sound Sanctuary dates:</w:t>
      </w:r>
    </w:p>
    <w:p w:rsidR="00E84281" w:rsidRDefault="002E7177" w:rsidP="000228BD">
      <w:r>
        <w:t>Yoga Tree -</w:t>
      </w:r>
      <w:proofErr w:type="spellStart"/>
      <w:r>
        <w:t>Potrero</w:t>
      </w:r>
      <w:proofErr w:type="spellEnd"/>
      <w:r>
        <w:t xml:space="preserve"> Studio (San Francisco)</w:t>
      </w:r>
    </w:p>
    <w:p w:rsidR="00E84281" w:rsidRDefault="002E7177" w:rsidP="000228BD">
      <w:r>
        <w:t>February 15, 2015</w:t>
      </w:r>
    </w:p>
    <w:p w:rsidR="00E84281" w:rsidRDefault="002E7177" w:rsidP="000228BD">
      <w:r>
        <w:t>May 23</w:t>
      </w:r>
      <w:r w:rsidRPr="002E7177">
        <w:rPr>
          <w:vertAlign w:val="superscript"/>
        </w:rPr>
        <w:t>rd</w:t>
      </w:r>
      <w:r>
        <w:t>, 2015</w:t>
      </w:r>
    </w:p>
    <w:p w:rsidR="00E84281" w:rsidRDefault="002E7177" w:rsidP="000228BD">
      <w:r>
        <w:t xml:space="preserve">June </w:t>
      </w:r>
      <w:r w:rsidR="000D2382">
        <w:t>21</w:t>
      </w:r>
      <w:r w:rsidR="000D2382">
        <w:rPr>
          <w:vertAlign w:val="superscript"/>
        </w:rPr>
        <w:t>st</w:t>
      </w:r>
      <w:r>
        <w:t>, 2015</w:t>
      </w:r>
    </w:p>
    <w:p w:rsidR="00E84281" w:rsidRPr="00E84281" w:rsidRDefault="00E84281" w:rsidP="000228BD">
      <w:pPr>
        <w:rPr>
          <w:b/>
        </w:rPr>
      </w:pPr>
      <w:r w:rsidRPr="00E84281">
        <w:rPr>
          <w:b/>
        </w:rPr>
        <w:t>Yoga Nidra Workshops:</w:t>
      </w:r>
    </w:p>
    <w:p w:rsidR="00E84281" w:rsidRDefault="002E7177" w:rsidP="000228BD">
      <w:r>
        <w:t>Yoga Tree-Valencia Studio (San Francisco)</w:t>
      </w:r>
    </w:p>
    <w:p w:rsidR="00E84281" w:rsidRDefault="002E7177" w:rsidP="000228BD">
      <w:r>
        <w:t>February 28</w:t>
      </w:r>
      <w:r w:rsidRPr="002E7177">
        <w:rPr>
          <w:vertAlign w:val="superscript"/>
        </w:rPr>
        <w:t>th</w:t>
      </w:r>
      <w:r>
        <w:t>, 2015</w:t>
      </w:r>
    </w:p>
    <w:p w:rsidR="00E84281" w:rsidRDefault="002E7177" w:rsidP="000228BD">
      <w:r>
        <w:t>May 17</w:t>
      </w:r>
      <w:r w:rsidRPr="002E7177">
        <w:rPr>
          <w:vertAlign w:val="superscript"/>
        </w:rPr>
        <w:t>th</w:t>
      </w:r>
      <w:r>
        <w:t>, 2015</w:t>
      </w:r>
    </w:p>
    <w:p w:rsidR="00E84281" w:rsidRDefault="002E7177" w:rsidP="000228BD">
      <w:r>
        <w:t>June 6</w:t>
      </w:r>
      <w:r w:rsidRPr="002E7177">
        <w:rPr>
          <w:vertAlign w:val="superscript"/>
        </w:rPr>
        <w:t>th</w:t>
      </w:r>
      <w:r>
        <w:t>, 2015</w:t>
      </w:r>
    </w:p>
    <w:p w:rsidR="00E84281" w:rsidRDefault="00E84281" w:rsidP="000228BD">
      <w:r w:rsidRPr="002E7177">
        <w:rPr>
          <w:sz w:val="24"/>
          <w:szCs w:val="24"/>
        </w:rPr>
        <w:t>Loriel Starr</w:t>
      </w:r>
      <w:r w:rsidR="002E7177">
        <w:t xml:space="preserve"> is certified in Sound Healing through the  Sound, Voice and Music Healing Program of California Institute of integral Studies (CIIS) and a Level III Certified iRest® Yoga Nidra Teacher</w:t>
      </w:r>
    </w:p>
    <w:p w:rsidR="00FF28AF" w:rsidRDefault="00FF28AF" w:rsidP="00FF28AF">
      <w:r>
        <w:t xml:space="preserve">For more information: </w:t>
      </w:r>
      <w:hyperlink r:id="rId4" w:history="1">
        <w:r w:rsidRPr="00530458">
          <w:rPr>
            <w:rStyle w:val="Hyperlink"/>
          </w:rPr>
          <w:t>www.lorielstarr.com</w:t>
        </w:r>
      </w:hyperlink>
    </w:p>
    <w:p w:rsidR="00FF28AF" w:rsidRDefault="00FF28AF" w:rsidP="000228BD"/>
    <w:p w:rsidR="00E84281" w:rsidRDefault="00E84281" w:rsidP="000228BD"/>
    <w:p w:rsidR="000228BD" w:rsidRDefault="000228BD" w:rsidP="009E3886"/>
    <w:sectPr w:rsidR="000228BD" w:rsidSect="00FE19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7177"/>
    <w:rsid w:val="00000001"/>
    <w:rsid w:val="00000010"/>
    <w:rsid w:val="00000E74"/>
    <w:rsid w:val="0000118F"/>
    <w:rsid w:val="0000210E"/>
    <w:rsid w:val="00002E7C"/>
    <w:rsid w:val="00003145"/>
    <w:rsid w:val="00003665"/>
    <w:rsid w:val="00003825"/>
    <w:rsid w:val="00004238"/>
    <w:rsid w:val="00004399"/>
    <w:rsid w:val="000051BA"/>
    <w:rsid w:val="00005263"/>
    <w:rsid w:val="000053DF"/>
    <w:rsid w:val="00005A0E"/>
    <w:rsid w:val="0000685E"/>
    <w:rsid w:val="00006B7D"/>
    <w:rsid w:val="00006C19"/>
    <w:rsid w:val="000108F6"/>
    <w:rsid w:val="00011452"/>
    <w:rsid w:val="0001197E"/>
    <w:rsid w:val="00011F6E"/>
    <w:rsid w:val="00013167"/>
    <w:rsid w:val="00013B45"/>
    <w:rsid w:val="00013DD8"/>
    <w:rsid w:val="00014D88"/>
    <w:rsid w:val="00014EA7"/>
    <w:rsid w:val="00016247"/>
    <w:rsid w:val="0001634F"/>
    <w:rsid w:val="0002139F"/>
    <w:rsid w:val="000215CB"/>
    <w:rsid w:val="00021EBD"/>
    <w:rsid w:val="00021EEF"/>
    <w:rsid w:val="0002270F"/>
    <w:rsid w:val="000228BD"/>
    <w:rsid w:val="00023649"/>
    <w:rsid w:val="00023E29"/>
    <w:rsid w:val="00024766"/>
    <w:rsid w:val="000254F5"/>
    <w:rsid w:val="000256DE"/>
    <w:rsid w:val="00025867"/>
    <w:rsid w:val="00025FA6"/>
    <w:rsid w:val="00026587"/>
    <w:rsid w:val="0002675A"/>
    <w:rsid w:val="00027679"/>
    <w:rsid w:val="00027AA7"/>
    <w:rsid w:val="00027EB0"/>
    <w:rsid w:val="00027FF0"/>
    <w:rsid w:val="000323CD"/>
    <w:rsid w:val="00032526"/>
    <w:rsid w:val="000325AE"/>
    <w:rsid w:val="00032D01"/>
    <w:rsid w:val="00032F7F"/>
    <w:rsid w:val="000338BA"/>
    <w:rsid w:val="000341FD"/>
    <w:rsid w:val="0003459B"/>
    <w:rsid w:val="00034663"/>
    <w:rsid w:val="00034E50"/>
    <w:rsid w:val="000406F5"/>
    <w:rsid w:val="00040F6C"/>
    <w:rsid w:val="00041B83"/>
    <w:rsid w:val="00041C61"/>
    <w:rsid w:val="000434A7"/>
    <w:rsid w:val="000475A1"/>
    <w:rsid w:val="00050559"/>
    <w:rsid w:val="00051FB4"/>
    <w:rsid w:val="00052907"/>
    <w:rsid w:val="00052923"/>
    <w:rsid w:val="000529C4"/>
    <w:rsid w:val="0005300A"/>
    <w:rsid w:val="000543C3"/>
    <w:rsid w:val="00055D45"/>
    <w:rsid w:val="00055F40"/>
    <w:rsid w:val="000567A0"/>
    <w:rsid w:val="000568AD"/>
    <w:rsid w:val="00056FE3"/>
    <w:rsid w:val="00061B06"/>
    <w:rsid w:val="000628A1"/>
    <w:rsid w:val="00063241"/>
    <w:rsid w:val="00064A89"/>
    <w:rsid w:val="00065FE0"/>
    <w:rsid w:val="000702C8"/>
    <w:rsid w:val="000714FB"/>
    <w:rsid w:val="00072312"/>
    <w:rsid w:val="0007252A"/>
    <w:rsid w:val="00073A44"/>
    <w:rsid w:val="00074F09"/>
    <w:rsid w:val="00082531"/>
    <w:rsid w:val="00082E67"/>
    <w:rsid w:val="00083558"/>
    <w:rsid w:val="00083822"/>
    <w:rsid w:val="000839FF"/>
    <w:rsid w:val="00086CDC"/>
    <w:rsid w:val="00087E06"/>
    <w:rsid w:val="00090F2E"/>
    <w:rsid w:val="00091674"/>
    <w:rsid w:val="000930DF"/>
    <w:rsid w:val="00093B28"/>
    <w:rsid w:val="00094208"/>
    <w:rsid w:val="00094C85"/>
    <w:rsid w:val="000955D5"/>
    <w:rsid w:val="00095606"/>
    <w:rsid w:val="00095D20"/>
    <w:rsid w:val="00097852"/>
    <w:rsid w:val="00097BEC"/>
    <w:rsid w:val="000A043C"/>
    <w:rsid w:val="000A30EB"/>
    <w:rsid w:val="000A3B47"/>
    <w:rsid w:val="000A40A7"/>
    <w:rsid w:val="000A7A57"/>
    <w:rsid w:val="000B124A"/>
    <w:rsid w:val="000B201B"/>
    <w:rsid w:val="000B20AD"/>
    <w:rsid w:val="000B38F6"/>
    <w:rsid w:val="000B4519"/>
    <w:rsid w:val="000B7702"/>
    <w:rsid w:val="000B7776"/>
    <w:rsid w:val="000B77BD"/>
    <w:rsid w:val="000B7817"/>
    <w:rsid w:val="000B7914"/>
    <w:rsid w:val="000C04F2"/>
    <w:rsid w:val="000C10D5"/>
    <w:rsid w:val="000C1587"/>
    <w:rsid w:val="000C1C4C"/>
    <w:rsid w:val="000C23AF"/>
    <w:rsid w:val="000C36F0"/>
    <w:rsid w:val="000C5700"/>
    <w:rsid w:val="000C5803"/>
    <w:rsid w:val="000C5949"/>
    <w:rsid w:val="000C6F3E"/>
    <w:rsid w:val="000D2382"/>
    <w:rsid w:val="000D491A"/>
    <w:rsid w:val="000D6908"/>
    <w:rsid w:val="000D7EC9"/>
    <w:rsid w:val="000E18FD"/>
    <w:rsid w:val="000E1A5C"/>
    <w:rsid w:val="000E4871"/>
    <w:rsid w:val="000F0293"/>
    <w:rsid w:val="000F06D8"/>
    <w:rsid w:val="000F098E"/>
    <w:rsid w:val="000F1931"/>
    <w:rsid w:val="000F1E04"/>
    <w:rsid w:val="000F224F"/>
    <w:rsid w:val="000F2327"/>
    <w:rsid w:val="000F2AF9"/>
    <w:rsid w:val="000F4EA3"/>
    <w:rsid w:val="000F7298"/>
    <w:rsid w:val="000F7B51"/>
    <w:rsid w:val="000F7EC1"/>
    <w:rsid w:val="00100040"/>
    <w:rsid w:val="001006B1"/>
    <w:rsid w:val="00100E14"/>
    <w:rsid w:val="00101FE9"/>
    <w:rsid w:val="00102975"/>
    <w:rsid w:val="001038C9"/>
    <w:rsid w:val="00111426"/>
    <w:rsid w:val="0011155F"/>
    <w:rsid w:val="00112566"/>
    <w:rsid w:val="00112C16"/>
    <w:rsid w:val="00113B6C"/>
    <w:rsid w:val="00115D80"/>
    <w:rsid w:val="00116530"/>
    <w:rsid w:val="00116756"/>
    <w:rsid w:val="00116E36"/>
    <w:rsid w:val="001178D1"/>
    <w:rsid w:val="0012016E"/>
    <w:rsid w:val="00120DFE"/>
    <w:rsid w:val="0012417B"/>
    <w:rsid w:val="001243CD"/>
    <w:rsid w:val="001258A7"/>
    <w:rsid w:val="00127013"/>
    <w:rsid w:val="001276FA"/>
    <w:rsid w:val="0012788E"/>
    <w:rsid w:val="001278BB"/>
    <w:rsid w:val="00130B31"/>
    <w:rsid w:val="00130B94"/>
    <w:rsid w:val="00132786"/>
    <w:rsid w:val="0013303C"/>
    <w:rsid w:val="0013311A"/>
    <w:rsid w:val="00135326"/>
    <w:rsid w:val="00135661"/>
    <w:rsid w:val="00135684"/>
    <w:rsid w:val="00135E50"/>
    <w:rsid w:val="0013662B"/>
    <w:rsid w:val="001370CA"/>
    <w:rsid w:val="001371F8"/>
    <w:rsid w:val="00140960"/>
    <w:rsid w:val="00140EA3"/>
    <w:rsid w:val="00141D48"/>
    <w:rsid w:val="00145031"/>
    <w:rsid w:val="00146503"/>
    <w:rsid w:val="00147298"/>
    <w:rsid w:val="00147E67"/>
    <w:rsid w:val="001508AF"/>
    <w:rsid w:val="00152A1A"/>
    <w:rsid w:val="00153651"/>
    <w:rsid w:val="001539A3"/>
    <w:rsid w:val="00155121"/>
    <w:rsid w:val="00156415"/>
    <w:rsid w:val="00156E04"/>
    <w:rsid w:val="0015772E"/>
    <w:rsid w:val="00157865"/>
    <w:rsid w:val="001601E4"/>
    <w:rsid w:val="00160202"/>
    <w:rsid w:val="0016025F"/>
    <w:rsid w:val="001603B2"/>
    <w:rsid w:val="00160DC7"/>
    <w:rsid w:val="00164E43"/>
    <w:rsid w:val="00167F91"/>
    <w:rsid w:val="001713F4"/>
    <w:rsid w:val="00171CFC"/>
    <w:rsid w:val="00172A33"/>
    <w:rsid w:val="001733A2"/>
    <w:rsid w:val="00173C4E"/>
    <w:rsid w:val="00173CB2"/>
    <w:rsid w:val="00174496"/>
    <w:rsid w:val="00175042"/>
    <w:rsid w:val="00176801"/>
    <w:rsid w:val="001770C1"/>
    <w:rsid w:val="00177C30"/>
    <w:rsid w:val="00177E9D"/>
    <w:rsid w:val="00181594"/>
    <w:rsid w:val="00181D69"/>
    <w:rsid w:val="00183112"/>
    <w:rsid w:val="00184713"/>
    <w:rsid w:val="00187F9A"/>
    <w:rsid w:val="0019030D"/>
    <w:rsid w:val="00190FD5"/>
    <w:rsid w:val="00191343"/>
    <w:rsid w:val="001916D9"/>
    <w:rsid w:val="00193462"/>
    <w:rsid w:val="00196660"/>
    <w:rsid w:val="00196F1C"/>
    <w:rsid w:val="001A0F98"/>
    <w:rsid w:val="001A1441"/>
    <w:rsid w:val="001A1470"/>
    <w:rsid w:val="001A1AB2"/>
    <w:rsid w:val="001A2A28"/>
    <w:rsid w:val="001A3208"/>
    <w:rsid w:val="001A39B5"/>
    <w:rsid w:val="001A6E53"/>
    <w:rsid w:val="001A7271"/>
    <w:rsid w:val="001A75D7"/>
    <w:rsid w:val="001B0A94"/>
    <w:rsid w:val="001B10A6"/>
    <w:rsid w:val="001B1148"/>
    <w:rsid w:val="001B1916"/>
    <w:rsid w:val="001B2637"/>
    <w:rsid w:val="001B3393"/>
    <w:rsid w:val="001B4902"/>
    <w:rsid w:val="001B5090"/>
    <w:rsid w:val="001B6D20"/>
    <w:rsid w:val="001B715F"/>
    <w:rsid w:val="001B729F"/>
    <w:rsid w:val="001C17D4"/>
    <w:rsid w:val="001C1A75"/>
    <w:rsid w:val="001C6005"/>
    <w:rsid w:val="001C6305"/>
    <w:rsid w:val="001C70BA"/>
    <w:rsid w:val="001C74EC"/>
    <w:rsid w:val="001C763C"/>
    <w:rsid w:val="001C7E31"/>
    <w:rsid w:val="001D0233"/>
    <w:rsid w:val="001D0E3A"/>
    <w:rsid w:val="001D1130"/>
    <w:rsid w:val="001D1C81"/>
    <w:rsid w:val="001D1E67"/>
    <w:rsid w:val="001D1F99"/>
    <w:rsid w:val="001D2857"/>
    <w:rsid w:val="001D41E6"/>
    <w:rsid w:val="001D4AFC"/>
    <w:rsid w:val="001D4DB6"/>
    <w:rsid w:val="001D5278"/>
    <w:rsid w:val="001D52DD"/>
    <w:rsid w:val="001D53E1"/>
    <w:rsid w:val="001D5517"/>
    <w:rsid w:val="001D5772"/>
    <w:rsid w:val="001E0A54"/>
    <w:rsid w:val="001E12CD"/>
    <w:rsid w:val="001E20B2"/>
    <w:rsid w:val="001E25EF"/>
    <w:rsid w:val="001E2A4E"/>
    <w:rsid w:val="001E4DE7"/>
    <w:rsid w:val="001E5176"/>
    <w:rsid w:val="001E549E"/>
    <w:rsid w:val="001E6E1C"/>
    <w:rsid w:val="001E6EF6"/>
    <w:rsid w:val="001F08CF"/>
    <w:rsid w:val="001F0C8D"/>
    <w:rsid w:val="001F1438"/>
    <w:rsid w:val="001F1703"/>
    <w:rsid w:val="001F2DA5"/>
    <w:rsid w:val="001F30FE"/>
    <w:rsid w:val="001F3A00"/>
    <w:rsid w:val="001F58B6"/>
    <w:rsid w:val="001F5C66"/>
    <w:rsid w:val="001F66CD"/>
    <w:rsid w:val="002019D0"/>
    <w:rsid w:val="002027C3"/>
    <w:rsid w:val="00202BFA"/>
    <w:rsid w:val="00203745"/>
    <w:rsid w:val="0020417E"/>
    <w:rsid w:val="0020463A"/>
    <w:rsid w:val="00205934"/>
    <w:rsid w:val="00205E87"/>
    <w:rsid w:val="0020693D"/>
    <w:rsid w:val="002101C9"/>
    <w:rsid w:val="00210AE9"/>
    <w:rsid w:val="00211157"/>
    <w:rsid w:val="0021146D"/>
    <w:rsid w:val="00211544"/>
    <w:rsid w:val="00212AE1"/>
    <w:rsid w:val="002138C2"/>
    <w:rsid w:val="002149BC"/>
    <w:rsid w:val="00214BCB"/>
    <w:rsid w:val="00215C9C"/>
    <w:rsid w:val="002168D9"/>
    <w:rsid w:val="00216C4A"/>
    <w:rsid w:val="002218F2"/>
    <w:rsid w:val="00221A9E"/>
    <w:rsid w:val="00221AC4"/>
    <w:rsid w:val="00222F64"/>
    <w:rsid w:val="0022374F"/>
    <w:rsid w:val="00224B76"/>
    <w:rsid w:val="0022587F"/>
    <w:rsid w:val="0022596A"/>
    <w:rsid w:val="00231E21"/>
    <w:rsid w:val="00232085"/>
    <w:rsid w:val="002320D1"/>
    <w:rsid w:val="002321E1"/>
    <w:rsid w:val="00234257"/>
    <w:rsid w:val="00237DAB"/>
    <w:rsid w:val="00241A1F"/>
    <w:rsid w:val="0024249E"/>
    <w:rsid w:val="0024276A"/>
    <w:rsid w:val="002427E7"/>
    <w:rsid w:val="00243487"/>
    <w:rsid w:val="00243D41"/>
    <w:rsid w:val="00245E11"/>
    <w:rsid w:val="0024650C"/>
    <w:rsid w:val="00247715"/>
    <w:rsid w:val="00251D7C"/>
    <w:rsid w:val="002524DC"/>
    <w:rsid w:val="0025260C"/>
    <w:rsid w:val="0025280D"/>
    <w:rsid w:val="002530CD"/>
    <w:rsid w:val="00253A68"/>
    <w:rsid w:val="0025411D"/>
    <w:rsid w:val="002544C0"/>
    <w:rsid w:val="00254BD1"/>
    <w:rsid w:val="00255CBD"/>
    <w:rsid w:val="0025625B"/>
    <w:rsid w:val="00256405"/>
    <w:rsid w:val="002578E4"/>
    <w:rsid w:val="00260503"/>
    <w:rsid w:val="00260A66"/>
    <w:rsid w:val="0026112B"/>
    <w:rsid w:val="00261A40"/>
    <w:rsid w:val="00261A6D"/>
    <w:rsid w:val="00265F12"/>
    <w:rsid w:val="00266085"/>
    <w:rsid w:val="002669DB"/>
    <w:rsid w:val="00266C18"/>
    <w:rsid w:val="002712C2"/>
    <w:rsid w:val="00271679"/>
    <w:rsid w:val="00271897"/>
    <w:rsid w:val="00271EA9"/>
    <w:rsid w:val="00273093"/>
    <w:rsid w:val="00273C83"/>
    <w:rsid w:val="002751D2"/>
    <w:rsid w:val="00276E4B"/>
    <w:rsid w:val="002805B4"/>
    <w:rsid w:val="0028113D"/>
    <w:rsid w:val="00281584"/>
    <w:rsid w:val="00281EC0"/>
    <w:rsid w:val="00283C84"/>
    <w:rsid w:val="002854DC"/>
    <w:rsid w:val="00286B3C"/>
    <w:rsid w:val="00286E73"/>
    <w:rsid w:val="00287F31"/>
    <w:rsid w:val="00287F80"/>
    <w:rsid w:val="002904FC"/>
    <w:rsid w:val="00290996"/>
    <w:rsid w:val="00293B7D"/>
    <w:rsid w:val="0029458E"/>
    <w:rsid w:val="00295077"/>
    <w:rsid w:val="0029535F"/>
    <w:rsid w:val="002A064A"/>
    <w:rsid w:val="002A29A6"/>
    <w:rsid w:val="002A2E02"/>
    <w:rsid w:val="002A490A"/>
    <w:rsid w:val="002A4955"/>
    <w:rsid w:val="002A4CCA"/>
    <w:rsid w:val="002A56F0"/>
    <w:rsid w:val="002A5A98"/>
    <w:rsid w:val="002A6295"/>
    <w:rsid w:val="002B056F"/>
    <w:rsid w:val="002B29AA"/>
    <w:rsid w:val="002B2A0F"/>
    <w:rsid w:val="002B2CA1"/>
    <w:rsid w:val="002B3A68"/>
    <w:rsid w:val="002B3F1A"/>
    <w:rsid w:val="002B3F1C"/>
    <w:rsid w:val="002B3F2F"/>
    <w:rsid w:val="002B613A"/>
    <w:rsid w:val="002B6341"/>
    <w:rsid w:val="002B662F"/>
    <w:rsid w:val="002B6B3B"/>
    <w:rsid w:val="002B7C07"/>
    <w:rsid w:val="002C09FB"/>
    <w:rsid w:val="002C11AA"/>
    <w:rsid w:val="002C2E7A"/>
    <w:rsid w:val="002C2F9F"/>
    <w:rsid w:val="002C3282"/>
    <w:rsid w:val="002C3365"/>
    <w:rsid w:val="002C41F1"/>
    <w:rsid w:val="002C49AD"/>
    <w:rsid w:val="002C4E06"/>
    <w:rsid w:val="002C4F49"/>
    <w:rsid w:val="002C61FA"/>
    <w:rsid w:val="002C6BB5"/>
    <w:rsid w:val="002C734A"/>
    <w:rsid w:val="002D0A4D"/>
    <w:rsid w:val="002D29A3"/>
    <w:rsid w:val="002D5D44"/>
    <w:rsid w:val="002D66E3"/>
    <w:rsid w:val="002D787E"/>
    <w:rsid w:val="002E20A8"/>
    <w:rsid w:val="002E412B"/>
    <w:rsid w:val="002E4850"/>
    <w:rsid w:val="002E595D"/>
    <w:rsid w:val="002E5FE3"/>
    <w:rsid w:val="002E7177"/>
    <w:rsid w:val="002E77AF"/>
    <w:rsid w:val="002E7F05"/>
    <w:rsid w:val="002F20DD"/>
    <w:rsid w:val="002F2E16"/>
    <w:rsid w:val="002F3471"/>
    <w:rsid w:val="002F4A3E"/>
    <w:rsid w:val="002F4C69"/>
    <w:rsid w:val="002F583A"/>
    <w:rsid w:val="002F6890"/>
    <w:rsid w:val="002F77F6"/>
    <w:rsid w:val="002F7BBB"/>
    <w:rsid w:val="002F7D9B"/>
    <w:rsid w:val="00300354"/>
    <w:rsid w:val="00301BF7"/>
    <w:rsid w:val="00302637"/>
    <w:rsid w:val="003026D6"/>
    <w:rsid w:val="00303CCC"/>
    <w:rsid w:val="00304325"/>
    <w:rsid w:val="00304DEF"/>
    <w:rsid w:val="00305E75"/>
    <w:rsid w:val="00306774"/>
    <w:rsid w:val="0030696C"/>
    <w:rsid w:val="00306E43"/>
    <w:rsid w:val="00307A36"/>
    <w:rsid w:val="00307CF7"/>
    <w:rsid w:val="00307F3B"/>
    <w:rsid w:val="00307FDB"/>
    <w:rsid w:val="0031123C"/>
    <w:rsid w:val="00311374"/>
    <w:rsid w:val="00314148"/>
    <w:rsid w:val="003141F8"/>
    <w:rsid w:val="0031433F"/>
    <w:rsid w:val="00317758"/>
    <w:rsid w:val="00317C38"/>
    <w:rsid w:val="00320CFE"/>
    <w:rsid w:val="00322938"/>
    <w:rsid w:val="00323D32"/>
    <w:rsid w:val="0032438C"/>
    <w:rsid w:val="00324E2B"/>
    <w:rsid w:val="00327BC8"/>
    <w:rsid w:val="00332FF3"/>
    <w:rsid w:val="0033317F"/>
    <w:rsid w:val="003337B6"/>
    <w:rsid w:val="00333ECA"/>
    <w:rsid w:val="0033544E"/>
    <w:rsid w:val="003358BC"/>
    <w:rsid w:val="00335D48"/>
    <w:rsid w:val="0033654F"/>
    <w:rsid w:val="0033742B"/>
    <w:rsid w:val="00340D44"/>
    <w:rsid w:val="00340E6C"/>
    <w:rsid w:val="0034120E"/>
    <w:rsid w:val="00342861"/>
    <w:rsid w:val="00343200"/>
    <w:rsid w:val="00344199"/>
    <w:rsid w:val="0034425B"/>
    <w:rsid w:val="00344F93"/>
    <w:rsid w:val="00345F6D"/>
    <w:rsid w:val="00346B3C"/>
    <w:rsid w:val="00347B02"/>
    <w:rsid w:val="00350004"/>
    <w:rsid w:val="0035017A"/>
    <w:rsid w:val="00351550"/>
    <w:rsid w:val="00351D8E"/>
    <w:rsid w:val="003527BA"/>
    <w:rsid w:val="00352B73"/>
    <w:rsid w:val="003533EE"/>
    <w:rsid w:val="0035351A"/>
    <w:rsid w:val="00353AC3"/>
    <w:rsid w:val="00354378"/>
    <w:rsid w:val="00354732"/>
    <w:rsid w:val="0035664D"/>
    <w:rsid w:val="0036111F"/>
    <w:rsid w:val="00364995"/>
    <w:rsid w:val="0036668A"/>
    <w:rsid w:val="00366CD0"/>
    <w:rsid w:val="00366CDE"/>
    <w:rsid w:val="00367157"/>
    <w:rsid w:val="00367D8A"/>
    <w:rsid w:val="00370F9D"/>
    <w:rsid w:val="003710AE"/>
    <w:rsid w:val="00371592"/>
    <w:rsid w:val="00372357"/>
    <w:rsid w:val="00372F76"/>
    <w:rsid w:val="0037316C"/>
    <w:rsid w:val="00374135"/>
    <w:rsid w:val="0037448B"/>
    <w:rsid w:val="00375B25"/>
    <w:rsid w:val="00375ED6"/>
    <w:rsid w:val="0038025E"/>
    <w:rsid w:val="00380357"/>
    <w:rsid w:val="0038122D"/>
    <w:rsid w:val="003826E5"/>
    <w:rsid w:val="00385664"/>
    <w:rsid w:val="00386856"/>
    <w:rsid w:val="00390924"/>
    <w:rsid w:val="00391177"/>
    <w:rsid w:val="003919DD"/>
    <w:rsid w:val="00391E1B"/>
    <w:rsid w:val="00392E32"/>
    <w:rsid w:val="0039409E"/>
    <w:rsid w:val="0039445B"/>
    <w:rsid w:val="00394BEA"/>
    <w:rsid w:val="00394BFC"/>
    <w:rsid w:val="00396C88"/>
    <w:rsid w:val="003A173F"/>
    <w:rsid w:val="003A195C"/>
    <w:rsid w:val="003A2C60"/>
    <w:rsid w:val="003A3466"/>
    <w:rsid w:val="003A39F3"/>
    <w:rsid w:val="003A4B5A"/>
    <w:rsid w:val="003A55DD"/>
    <w:rsid w:val="003A668A"/>
    <w:rsid w:val="003B098F"/>
    <w:rsid w:val="003B0C8E"/>
    <w:rsid w:val="003B24D8"/>
    <w:rsid w:val="003B32C0"/>
    <w:rsid w:val="003B56A7"/>
    <w:rsid w:val="003B5CCB"/>
    <w:rsid w:val="003B652C"/>
    <w:rsid w:val="003B6785"/>
    <w:rsid w:val="003B686C"/>
    <w:rsid w:val="003B73DB"/>
    <w:rsid w:val="003B7D92"/>
    <w:rsid w:val="003C0746"/>
    <w:rsid w:val="003C1C69"/>
    <w:rsid w:val="003C212D"/>
    <w:rsid w:val="003C43BA"/>
    <w:rsid w:val="003C684B"/>
    <w:rsid w:val="003C6890"/>
    <w:rsid w:val="003C6AB3"/>
    <w:rsid w:val="003C7A97"/>
    <w:rsid w:val="003C7E95"/>
    <w:rsid w:val="003D09C3"/>
    <w:rsid w:val="003D30A9"/>
    <w:rsid w:val="003D5856"/>
    <w:rsid w:val="003D7AC3"/>
    <w:rsid w:val="003E3781"/>
    <w:rsid w:val="003E465B"/>
    <w:rsid w:val="003E4C03"/>
    <w:rsid w:val="003E526B"/>
    <w:rsid w:val="003E5294"/>
    <w:rsid w:val="003E6215"/>
    <w:rsid w:val="003E6ABD"/>
    <w:rsid w:val="003E74E9"/>
    <w:rsid w:val="003F11ED"/>
    <w:rsid w:val="003F134E"/>
    <w:rsid w:val="003F2797"/>
    <w:rsid w:val="003F2C3A"/>
    <w:rsid w:val="003F3A31"/>
    <w:rsid w:val="003F3E47"/>
    <w:rsid w:val="003F6629"/>
    <w:rsid w:val="003F6B74"/>
    <w:rsid w:val="003F6D93"/>
    <w:rsid w:val="003F6E94"/>
    <w:rsid w:val="003F7369"/>
    <w:rsid w:val="004006D0"/>
    <w:rsid w:val="0040115A"/>
    <w:rsid w:val="0040231E"/>
    <w:rsid w:val="0040268C"/>
    <w:rsid w:val="00405402"/>
    <w:rsid w:val="00406DEE"/>
    <w:rsid w:val="00406EA4"/>
    <w:rsid w:val="00407C94"/>
    <w:rsid w:val="00410A97"/>
    <w:rsid w:val="00411293"/>
    <w:rsid w:val="00412E4D"/>
    <w:rsid w:val="004138BD"/>
    <w:rsid w:val="00415564"/>
    <w:rsid w:val="004162B6"/>
    <w:rsid w:val="004169D8"/>
    <w:rsid w:val="00416D8A"/>
    <w:rsid w:val="00416DAB"/>
    <w:rsid w:val="00421238"/>
    <w:rsid w:val="00421933"/>
    <w:rsid w:val="00422FD5"/>
    <w:rsid w:val="0042321D"/>
    <w:rsid w:val="0042509A"/>
    <w:rsid w:val="0042528C"/>
    <w:rsid w:val="0042696F"/>
    <w:rsid w:val="00427372"/>
    <w:rsid w:val="0043175B"/>
    <w:rsid w:val="00433F8C"/>
    <w:rsid w:val="00434902"/>
    <w:rsid w:val="004352A2"/>
    <w:rsid w:val="00435611"/>
    <w:rsid w:val="0043614E"/>
    <w:rsid w:val="004366B6"/>
    <w:rsid w:val="00440079"/>
    <w:rsid w:val="00444A63"/>
    <w:rsid w:val="00447425"/>
    <w:rsid w:val="0044763C"/>
    <w:rsid w:val="00451368"/>
    <w:rsid w:val="00453DBB"/>
    <w:rsid w:val="00455C1E"/>
    <w:rsid w:val="00457693"/>
    <w:rsid w:val="00460519"/>
    <w:rsid w:val="00460BC5"/>
    <w:rsid w:val="004611B5"/>
    <w:rsid w:val="004623C8"/>
    <w:rsid w:val="00462AC8"/>
    <w:rsid w:val="00462FA0"/>
    <w:rsid w:val="004633AD"/>
    <w:rsid w:val="004635F7"/>
    <w:rsid w:val="00463C36"/>
    <w:rsid w:val="004641B0"/>
    <w:rsid w:val="0046529A"/>
    <w:rsid w:val="00466B47"/>
    <w:rsid w:val="00467B21"/>
    <w:rsid w:val="00467C46"/>
    <w:rsid w:val="00467F5A"/>
    <w:rsid w:val="00470052"/>
    <w:rsid w:val="004708FB"/>
    <w:rsid w:val="00470E00"/>
    <w:rsid w:val="0047160A"/>
    <w:rsid w:val="00474599"/>
    <w:rsid w:val="00474932"/>
    <w:rsid w:val="00483A3D"/>
    <w:rsid w:val="00485E5F"/>
    <w:rsid w:val="00486838"/>
    <w:rsid w:val="0048740D"/>
    <w:rsid w:val="00487448"/>
    <w:rsid w:val="00487D67"/>
    <w:rsid w:val="004916E9"/>
    <w:rsid w:val="00492A35"/>
    <w:rsid w:val="00493868"/>
    <w:rsid w:val="00493ECA"/>
    <w:rsid w:val="00495A06"/>
    <w:rsid w:val="00495B68"/>
    <w:rsid w:val="00496EAE"/>
    <w:rsid w:val="004A03EE"/>
    <w:rsid w:val="004A0639"/>
    <w:rsid w:val="004A18CC"/>
    <w:rsid w:val="004A25A2"/>
    <w:rsid w:val="004A46DA"/>
    <w:rsid w:val="004A50DF"/>
    <w:rsid w:val="004A58EB"/>
    <w:rsid w:val="004A6425"/>
    <w:rsid w:val="004A7343"/>
    <w:rsid w:val="004A7DEE"/>
    <w:rsid w:val="004B006D"/>
    <w:rsid w:val="004B087C"/>
    <w:rsid w:val="004B1985"/>
    <w:rsid w:val="004B2F2D"/>
    <w:rsid w:val="004B4A6E"/>
    <w:rsid w:val="004B5111"/>
    <w:rsid w:val="004B51F4"/>
    <w:rsid w:val="004B57D7"/>
    <w:rsid w:val="004B79DD"/>
    <w:rsid w:val="004B7D35"/>
    <w:rsid w:val="004C0949"/>
    <w:rsid w:val="004C2475"/>
    <w:rsid w:val="004C624B"/>
    <w:rsid w:val="004C6A75"/>
    <w:rsid w:val="004C701D"/>
    <w:rsid w:val="004D0FEA"/>
    <w:rsid w:val="004D1025"/>
    <w:rsid w:val="004D1BB7"/>
    <w:rsid w:val="004D1BE4"/>
    <w:rsid w:val="004D1E3F"/>
    <w:rsid w:val="004D27DF"/>
    <w:rsid w:val="004D34CF"/>
    <w:rsid w:val="004D3524"/>
    <w:rsid w:val="004D3CD4"/>
    <w:rsid w:val="004D4BF1"/>
    <w:rsid w:val="004D539D"/>
    <w:rsid w:val="004D5527"/>
    <w:rsid w:val="004D598D"/>
    <w:rsid w:val="004D6DEF"/>
    <w:rsid w:val="004D79E8"/>
    <w:rsid w:val="004E02B9"/>
    <w:rsid w:val="004E0734"/>
    <w:rsid w:val="004E1FEA"/>
    <w:rsid w:val="004E2C6D"/>
    <w:rsid w:val="004E2D3B"/>
    <w:rsid w:val="004E2D80"/>
    <w:rsid w:val="004E3A59"/>
    <w:rsid w:val="004E6FA9"/>
    <w:rsid w:val="004E73DA"/>
    <w:rsid w:val="004E7AD6"/>
    <w:rsid w:val="004F015D"/>
    <w:rsid w:val="004F0438"/>
    <w:rsid w:val="004F113E"/>
    <w:rsid w:val="004F183F"/>
    <w:rsid w:val="004F2184"/>
    <w:rsid w:val="004F2B0F"/>
    <w:rsid w:val="004F4B2F"/>
    <w:rsid w:val="004F4FCC"/>
    <w:rsid w:val="004F52AC"/>
    <w:rsid w:val="004F52C9"/>
    <w:rsid w:val="004F6577"/>
    <w:rsid w:val="004F7490"/>
    <w:rsid w:val="004F772B"/>
    <w:rsid w:val="005004E7"/>
    <w:rsid w:val="005019EE"/>
    <w:rsid w:val="00501FA6"/>
    <w:rsid w:val="005036E2"/>
    <w:rsid w:val="0050378F"/>
    <w:rsid w:val="00505510"/>
    <w:rsid w:val="00505E2D"/>
    <w:rsid w:val="00506027"/>
    <w:rsid w:val="00506B3C"/>
    <w:rsid w:val="00510648"/>
    <w:rsid w:val="005111A9"/>
    <w:rsid w:val="00512FB1"/>
    <w:rsid w:val="00513E1F"/>
    <w:rsid w:val="0051714A"/>
    <w:rsid w:val="00517348"/>
    <w:rsid w:val="005206B0"/>
    <w:rsid w:val="00520EE0"/>
    <w:rsid w:val="005211F1"/>
    <w:rsid w:val="0052223A"/>
    <w:rsid w:val="0052415B"/>
    <w:rsid w:val="005241A7"/>
    <w:rsid w:val="00524359"/>
    <w:rsid w:val="0052649A"/>
    <w:rsid w:val="005264DC"/>
    <w:rsid w:val="00530E3D"/>
    <w:rsid w:val="00531069"/>
    <w:rsid w:val="0053183F"/>
    <w:rsid w:val="00531CA7"/>
    <w:rsid w:val="00532E2B"/>
    <w:rsid w:val="00533C8E"/>
    <w:rsid w:val="00533CAA"/>
    <w:rsid w:val="00533CD5"/>
    <w:rsid w:val="005352B1"/>
    <w:rsid w:val="00540981"/>
    <w:rsid w:val="00540A1F"/>
    <w:rsid w:val="005442E3"/>
    <w:rsid w:val="00545C37"/>
    <w:rsid w:val="00545F2D"/>
    <w:rsid w:val="0054702C"/>
    <w:rsid w:val="00550194"/>
    <w:rsid w:val="0055034C"/>
    <w:rsid w:val="00550C69"/>
    <w:rsid w:val="00551D7B"/>
    <w:rsid w:val="00551DE1"/>
    <w:rsid w:val="00552052"/>
    <w:rsid w:val="0055205D"/>
    <w:rsid w:val="00552756"/>
    <w:rsid w:val="00552D7E"/>
    <w:rsid w:val="00552E53"/>
    <w:rsid w:val="00553C3E"/>
    <w:rsid w:val="00553D89"/>
    <w:rsid w:val="00553DB8"/>
    <w:rsid w:val="0055645F"/>
    <w:rsid w:val="00556E41"/>
    <w:rsid w:val="00556F12"/>
    <w:rsid w:val="00557C9F"/>
    <w:rsid w:val="00560AD2"/>
    <w:rsid w:val="0056211F"/>
    <w:rsid w:val="005628C4"/>
    <w:rsid w:val="00563EAB"/>
    <w:rsid w:val="0056592E"/>
    <w:rsid w:val="00565D5E"/>
    <w:rsid w:val="00566F83"/>
    <w:rsid w:val="00567FC9"/>
    <w:rsid w:val="00570529"/>
    <w:rsid w:val="00570715"/>
    <w:rsid w:val="00570D12"/>
    <w:rsid w:val="00572098"/>
    <w:rsid w:val="005721E6"/>
    <w:rsid w:val="00572392"/>
    <w:rsid w:val="00572479"/>
    <w:rsid w:val="005729AF"/>
    <w:rsid w:val="0057332D"/>
    <w:rsid w:val="0057391C"/>
    <w:rsid w:val="00577B21"/>
    <w:rsid w:val="00580279"/>
    <w:rsid w:val="00581824"/>
    <w:rsid w:val="00581D27"/>
    <w:rsid w:val="005843BD"/>
    <w:rsid w:val="005853AF"/>
    <w:rsid w:val="00586AFF"/>
    <w:rsid w:val="0059080D"/>
    <w:rsid w:val="00590AFF"/>
    <w:rsid w:val="00592FD7"/>
    <w:rsid w:val="00593EB4"/>
    <w:rsid w:val="0059756D"/>
    <w:rsid w:val="005A24CB"/>
    <w:rsid w:val="005A2854"/>
    <w:rsid w:val="005A2B6A"/>
    <w:rsid w:val="005A4023"/>
    <w:rsid w:val="005A4E2A"/>
    <w:rsid w:val="005B01CC"/>
    <w:rsid w:val="005B1BC6"/>
    <w:rsid w:val="005B200D"/>
    <w:rsid w:val="005B2A78"/>
    <w:rsid w:val="005B33CC"/>
    <w:rsid w:val="005B3415"/>
    <w:rsid w:val="005B3A6D"/>
    <w:rsid w:val="005B5DC5"/>
    <w:rsid w:val="005B6017"/>
    <w:rsid w:val="005B6D2B"/>
    <w:rsid w:val="005B76BB"/>
    <w:rsid w:val="005C0184"/>
    <w:rsid w:val="005C01F3"/>
    <w:rsid w:val="005C0FDE"/>
    <w:rsid w:val="005C21DA"/>
    <w:rsid w:val="005C3A3B"/>
    <w:rsid w:val="005C3F36"/>
    <w:rsid w:val="005C5CFC"/>
    <w:rsid w:val="005C7CB3"/>
    <w:rsid w:val="005D0092"/>
    <w:rsid w:val="005D01FD"/>
    <w:rsid w:val="005D1F95"/>
    <w:rsid w:val="005D21A6"/>
    <w:rsid w:val="005D29FF"/>
    <w:rsid w:val="005D2C5D"/>
    <w:rsid w:val="005D4834"/>
    <w:rsid w:val="005D4C8B"/>
    <w:rsid w:val="005D56F3"/>
    <w:rsid w:val="005D5E4C"/>
    <w:rsid w:val="005D66B5"/>
    <w:rsid w:val="005D6D92"/>
    <w:rsid w:val="005D716A"/>
    <w:rsid w:val="005D7367"/>
    <w:rsid w:val="005E0C90"/>
    <w:rsid w:val="005E10F7"/>
    <w:rsid w:val="005E1B4F"/>
    <w:rsid w:val="005E2566"/>
    <w:rsid w:val="005E3142"/>
    <w:rsid w:val="005E41C7"/>
    <w:rsid w:val="005E4F86"/>
    <w:rsid w:val="005E5116"/>
    <w:rsid w:val="005E767D"/>
    <w:rsid w:val="005F0A6F"/>
    <w:rsid w:val="005F1FC3"/>
    <w:rsid w:val="005F3EC9"/>
    <w:rsid w:val="005F68A2"/>
    <w:rsid w:val="00600434"/>
    <w:rsid w:val="006030E5"/>
    <w:rsid w:val="00603B54"/>
    <w:rsid w:val="006057A7"/>
    <w:rsid w:val="006057E0"/>
    <w:rsid w:val="006072BE"/>
    <w:rsid w:val="00607F3B"/>
    <w:rsid w:val="00611F52"/>
    <w:rsid w:val="0061474F"/>
    <w:rsid w:val="00615FA7"/>
    <w:rsid w:val="006169D1"/>
    <w:rsid w:val="00616DB0"/>
    <w:rsid w:val="006171E2"/>
    <w:rsid w:val="00617ACA"/>
    <w:rsid w:val="0062011A"/>
    <w:rsid w:val="006223D7"/>
    <w:rsid w:val="00622E69"/>
    <w:rsid w:val="006237FE"/>
    <w:rsid w:val="00624C05"/>
    <w:rsid w:val="00624FC4"/>
    <w:rsid w:val="006257DC"/>
    <w:rsid w:val="0062660C"/>
    <w:rsid w:val="0062729B"/>
    <w:rsid w:val="006273EC"/>
    <w:rsid w:val="00630EB8"/>
    <w:rsid w:val="00631A0E"/>
    <w:rsid w:val="00631A4F"/>
    <w:rsid w:val="00632561"/>
    <w:rsid w:val="0063430C"/>
    <w:rsid w:val="00634E48"/>
    <w:rsid w:val="0063550B"/>
    <w:rsid w:val="00636C24"/>
    <w:rsid w:val="00636F10"/>
    <w:rsid w:val="00637BCC"/>
    <w:rsid w:val="0064000B"/>
    <w:rsid w:val="00640687"/>
    <w:rsid w:val="00641A4F"/>
    <w:rsid w:val="00641B39"/>
    <w:rsid w:val="00642FC7"/>
    <w:rsid w:val="0064337B"/>
    <w:rsid w:val="00644278"/>
    <w:rsid w:val="00647EAC"/>
    <w:rsid w:val="006500CB"/>
    <w:rsid w:val="00650A58"/>
    <w:rsid w:val="00653255"/>
    <w:rsid w:val="0065408B"/>
    <w:rsid w:val="006542F0"/>
    <w:rsid w:val="00654799"/>
    <w:rsid w:val="00654B00"/>
    <w:rsid w:val="00654E14"/>
    <w:rsid w:val="006554B6"/>
    <w:rsid w:val="006554D7"/>
    <w:rsid w:val="00655A8C"/>
    <w:rsid w:val="00657741"/>
    <w:rsid w:val="00657A51"/>
    <w:rsid w:val="006623AD"/>
    <w:rsid w:val="00662590"/>
    <w:rsid w:val="006634D9"/>
    <w:rsid w:val="0066446F"/>
    <w:rsid w:val="0066487F"/>
    <w:rsid w:val="006654AD"/>
    <w:rsid w:val="00665A65"/>
    <w:rsid w:val="00665ED5"/>
    <w:rsid w:val="006661C6"/>
    <w:rsid w:val="006663B2"/>
    <w:rsid w:val="0066674A"/>
    <w:rsid w:val="00666A71"/>
    <w:rsid w:val="00666D76"/>
    <w:rsid w:val="00667B66"/>
    <w:rsid w:val="0067071C"/>
    <w:rsid w:val="00670A0C"/>
    <w:rsid w:val="00670A7E"/>
    <w:rsid w:val="00672083"/>
    <w:rsid w:val="00672E2A"/>
    <w:rsid w:val="006732D9"/>
    <w:rsid w:val="00675884"/>
    <w:rsid w:val="00675F25"/>
    <w:rsid w:val="00677870"/>
    <w:rsid w:val="006801C5"/>
    <w:rsid w:val="0068133A"/>
    <w:rsid w:val="006827FA"/>
    <w:rsid w:val="00682DC2"/>
    <w:rsid w:val="00683DAA"/>
    <w:rsid w:val="006844E0"/>
    <w:rsid w:val="00685CC4"/>
    <w:rsid w:val="00686F80"/>
    <w:rsid w:val="0068731C"/>
    <w:rsid w:val="00694046"/>
    <w:rsid w:val="006946B5"/>
    <w:rsid w:val="00695349"/>
    <w:rsid w:val="006960B9"/>
    <w:rsid w:val="00696279"/>
    <w:rsid w:val="00696493"/>
    <w:rsid w:val="0069659A"/>
    <w:rsid w:val="006A1508"/>
    <w:rsid w:val="006A2D56"/>
    <w:rsid w:val="006A4703"/>
    <w:rsid w:val="006B224C"/>
    <w:rsid w:val="006B22A6"/>
    <w:rsid w:val="006B2B49"/>
    <w:rsid w:val="006B35AE"/>
    <w:rsid w:val="006B56F1"/>
    <w:rsid w:val="006B61E7"/>
    <w:rsid w:val="006C083F"/>
    <w:rsid w:val="006C114B"/>
    <w:rsid w:val="006C12C1"/>
    <w:rsid w:val="006C1455"/>
    <w:rsid w:val="006C18A8"/>
    <w:rsid w:val="006C4A65"/>
    <w:rsid w:val="006C5D7E"/>
    <w:rsid w:val="006C67A3"/>
    <w:rsid w:val="006C7E83"/>
    <w:rsid w:val="006D0B35"/>
    <w:rsid w:val="006D0E09"/>
    <w:rsid w:val="006D21DE"/>
    <w:rsid w:val="006D2326"/>
    <w:rsid w:val="006D3129"/>
    <w:rsid w:val="006D35B9"/>
    <w:rsid w:val="006D608C"/>
    <w:rsid w:val="006D6775"/>
    <w:rsid w:val="006D6F2B"/>
    <w:rsid w:val="006D6F49"/>
    <w:rsid w:val="006D7FA8"/>
    <w:rsid w:val="006E0045"/>
    <w:rsid w:val="006E1275"/>
    <w:rsid w:val="006E1466"/>
    <w:rsid w:val="006E19EE"/>
    <w:rsid w:val="006E1E7C"/>
    <w:rsid w:val="006E20EF"/>
    <w:rsid w:val="006E3770"/>
    <w:rsid w:val="006E513A"/>
    <w:rsid w:val="006F1C97"/>
    <w:rsid w:val="006F1EE4"/>
    <w:rsid w:val="006F2B60"/>
    <w:rsid w:val="006F461D"/>
    <w:rsid w:val="006F49D3"/>
    <w:rsid w:val="006F5530"/>
    <w:rsid w:val="006F7885"/>
    <w:rsid w:val="00700A56"/>
    <w:rsid w:val="00700D91"/>
    <w:rsid w:val="007034F5"/>
    <w:rsid w:val="007040D0"/>
    <w:rsid w:val="007040FC"/>
    <w:rsid w:val="0070659B"/>
    <w:rsid w:val="00707829"/>
    <w:rsid w:val="00710D74"/>
    <w:rsid w:val="00711D3C"/>
    <w:rsid w:val="00714122"/>
    <w:rsid w:val="007162F0"/>
    <w:rsid w:val="00716E3D"/>
    <w:rsid w:val="007203C5"/>
    <w:rsid w:val="007204D4"/>
    <w:rsid w:val="00720AD5"/>
    <w:rsid w:val="00721A18"/>
    <w:rsid w:val="00721F90"/>
    <w:rsid w:val="007222C7"/>
    <w:rsid w:val="00722866"/>
    <w:rsid w:val="00723A32"/>
    <w:rsid w:val="00724702"/>
    <w:rsid w:val="00725393"/>
    <w:rsid w:val="00725CBB"/>
    <w:rsid w:val="00726528"/>
    <w:rsid w:val="00726C7B"/>
    <w:rsid w:val="007304A2"/>
    <w:rsid w:val="0073240E"/>
    <w:rsid w:val="00732802"/>
    <w:rsid w:val="007334F2"/>
    <w:rsid w:val="0073381B"/>
    <w:rsid w:val="00735A49"/>
    <w:rsid w:val="00735D60"/>
    <w:rsid w:val="00735E0E"/>
    <w:rsid w:val="00740AD1"/>
    <w:rsid w:val="00742686"/>
    <w:rsid w:val="00742B98"/>
    <w:rsid w:val="00742E69"/>
    <w:rsid w:val="007432EA"/>
    <w:rsid w:val="0074332F"/>
    <w:rsid w:val="00744FA2"/>
    <w:rsid w:val="007461DE"/>
    <w:rsid w:val="0074661D"/>
    <w:rsid w:val="0075055B"/>
    <w:rsid w:val="00750DBD"/>
    <w:rsid w:val="0075112A"/>
    <w:rsid w:val="007535AA"/>
    <w:rsid w:val="00753656"/>
    <w:rsid w:val="007541ED"/>
    <w:rsid w:val="00754229"/>
    <w:rsid w:val="007553BF"/>
    <w:rsid w:val="00756315"/>
    <w:rsid w:val="00761520"/>
    <w:rsid w:val="00761A14"/>
    <w:rsid w:val="007638CE"/>
    <w:rsid w:val="007644AD"/>
    <w:rsid w:val="00765AC0"/>
    <w:rsid w:val="00765DCD"/>
    <w:rsid w:val="00766404"/>
    <w:rsid w:val="007729D3"/>
    <w:rsid w:val="00773D32"/>
    <w:rsid w:val="00774001"/>
    <w:rsid w:val="007742DB"/>
    <w:rsid w:val="00775B4A"/>
    <w:rsid w:val="00776D48"/>
    <w:rsid w:val="00780485"/>
    <w:rsid w:val="00782ED6"/>
    <w:rsid w:val="0078348E"/>
    <w:rsid w:val="00783776"/>
    <w:rsid w:val="00783EB3"/>
    <w:rsid w:val="007847A7"/>
    <w:rsid w:val="00785651"/>
    <w:rsid w:val="0078652F"/>
    <w:rsid w:val="007867B0"/>
    <w:rsid w:val="00787800"/>
    <w:rsid w:val="00790A5E"/>
    <w:rsid w:val="007914C7"/>
    <w:rsid w:val="00792B69"/>
    <w:rsid w:val="00794103"/>
    <w:rsid w:val="00794287"/>
    <w:rsid w:val="00794D66"/>
    <w:rsid w:val="00794DA8"/>
    <w:rsid w:val="00797AF1"/>
    <w:rsid w:val="007A0FEB"/>
    <w:rsid w:val="007A139D"/>
    <w:rsid w:val="007A1FCE"/>
    <w:rsid w:val="007A20F2"/>
    <w:rsid w:val="007A3893"/>
    <w:rsid w:val="007A5A76"/>
    <w:rsid w:val="007A5D21"/>
    <w:rsid w:val="007A7DA4"/>
    <w:rsid w:val="007A7FB3"/>
    <w:rsid w:val="007B119C"/>
    <w:rsid w:val="007B145B"/>
    <w:rsid w:val="007B1FCB"/>
    <w:rsid w:val="007B2AED"/>
    <w:rsid w:val="007B456D"/>
    <w:rsid w:val="007B45AC"/>
    <w:rsid w:val="007B4769"/>
    <w:rsid w:val="007B4D6E"/>
    <w:rsid w:val="007B4E6A"/>
    <w:rsid w:val="007C0E60"/>
    <w:rsid w:val="007C0FFF"/>
    <w:rsid w:val="007C1956"/>
    <w:rsid w:val="007C23A1"/>
    <w:rsid w:val="007C27BB"/>
    <w:rsid w:val="007C3E5B"/>
    <w:rsid w:val="007C522B"/>
    <w:rsid w:val="007C7AD4"/>
    <w:rsid w:val="007C7B48"/>
    <w:rsid w:val="007D26F2"/>
    <w:rsid w:val="007D33EF"/>
    <w:rsid w:val="007D3CB3"/>
    <w:rsid w:val="007D4ABE"/>
    <w:rsid w:val="007D50CC"/>
    <w:rsid w:val="007D514D"/>
    <w:rsid w:val="007D6B54"/>
    <w:rsid w:val="007D716D"/>
    <w:rsid w:val="007D72E6"/>
    <w:rsid w:val="007D7D17"/>
    <w:rsid w:val="007E01D6"/>
    <w:rsid w:val="007E02D1"/>
    <w:rsid w:val="007E0EC2"/>
    <w:rsid w:val="007E0F81"/>
    <w:rsid w:val="007E10BC"/>
    <w:rsid w:val="007E2197"/>
    <w:rsid w:val="007E24F3"/>
    <w:rsid w:val="007E2E3F"/>
    <w:rsid w:val="007E3FA4"/>
    <w:rsid w:val="007E55A0"/>
    <w:rsid w:val="007E718B"/>
    <w:rsid w:val="007F097F"/>
    <w:rsid w:val="007F0ABB"/>
    <w:rsid w:val="007F0E18"/>
    <w:rsid w:val="007F15B7"/>
    <w:rsid w:val="007F210A"/>
    <w:rsid w:val="007F2A4F"/>
    <w:rsid w:val="007F2B9F"/>
    <w:rsid w:val="007F3F3E"/>
    <w:rsid w:val="007F5D42"/>
    <w:rsid w:val="007F64FD"/>
    <w:rsid w:val="007F773F"/>
    <w:rsid w:val="00801712"/>
    <w:rsid w:val="00801B68"/>
    <w:rsid w:val="00803571"/>
    <w:rsid w:val="00803D1A"/>
    <w:rsid w:val="00803DCD"/>
    <w:rsid w:val="008044D7"/>
    <w:rsid w:val="00805296"/>
    <w:rsid w:val="008058C3"/>
    <w:rsid w:val="008100D7"/>
    <w:rsid w:val="00810E6B"/>
    <w:rsid w:val="008112E1"/>
    <w:rsid w:val="00811B6C"/>
    <w:rsid w:val="008133E1"/>
    <w:rsid w:val="0081352B"/>
    <w:rsid w:val="00813FD8"/>
    <w:rsid w:val="00814344"/>
    <w:rsid w:val="00815528"/>
    <w:rsid w:val="008174EE"/>
    <w:rsid w:val="00817E3C"/>
    <w:rsid w:val="00820376"/>
    <w:rsid w:val="00821746"/>
    <w:rsid w:val="00822D46"/>
    <w:rsid w:val="0082467D"/>
    <w:rsid w:val="00830230"/>
    <w:rsid w:val="00830481"/>
    <w:rsid w:val="00830A51"/>
    <w:rsid w:val="00830CA3"/>
    <w:rsid w:val="008313B1"/>
    <w:rsid w:val="00831A88"/>
    <w:rsid w:val="008326E7"/>
    <w:rsid w:val="00832B4A"/>
    <w:rsid w:val="008330E1"/>
    <w:rsid w:val="008330EE"/>
    <w:rsid w:val="008339AF"/>
    <w:rsid w:val="00833B45"/>
    <w:rsid w:val="00834EF1"/>
    <w:rsid w:val="00837887"/>
    <w:rsid w:val="00840F50"/>
    <w:rsid w:val="008413F3"/>
    <w:rsid w:val="0084222E"/>
    <w:rsid w:val="00844D3D"/>
    <w:rsid w:val="00845206"/>
    <w:rsid w:val="00845920"/>
    <w:rsid w:val="008462DB"/>
    <w:rsid w:val="008467F3"/>
    <w:rsid w:val="00847E7A"/>
    <w:rsid w:val="00850370"/>
    <w:rsid w:val="0085336E"/>
    <w:rsid w:val="00854F94"/>
    <w:rsid w:val="00855EB4"/>
    <w:rsid w:val="0085614A"/>
    <w:rsid w:val="00857DDC"/>
    <w:rsid w:val="0086006B"/>
    <w:rsid w:val="00860081"/>
    <w:rsid w:val="00860ED2"/>
    <w:rsid w:val="00861438"/>
    <w:rsid w:val="00861EA1"/>
    <w:rsid w:val="00862207"/>
    <w:rsid w:val="00862C67"/>
    <w:rsid w:val="00862C7D"/>
    <w:rsid w:val="008631C5"/>
    <w:rsid w:val="00863F7F"/>
    <w:rsid w:val="0086501B"/>
    <w:rsid w:val="008650EC"/>
    <w:rsid w:val="008654B8"/>
    <w:rsid w:val="0086696C"/>
    <w:rsid w:val="00871AEF"/>
    <w:rsid w:val="0087305F"/>
    <w:rsid w:val="00874DE4"/>
    <w:rsid w:val="00875291"/>
    <w:rsid w:val="008755E1"/>
    <w:rsid w:val="00875788"/>
    <w:rsid w:val="00876249"/>
    <w:rsid w:val="0087660F"/>
    <w:rsid w:val="0087728C"/>
    <w:rsid w:val="0087767A"/>
    <w:rsid w:val="008800C0"/>
    <w:rsid w:val="0088147C"/>
    <w:rsid w:val="00881880"/>
    <w:rsid w:val="0088326A"/>
    <w:rsid w:val="00884233"/>
    <w:rsid w:val="00884A0B"/>
    <w:rsid w:val="00884DC3"/>
    <w:rsid w:val="00885C2C"/>
    <w:rsid w:val="008903B1"/>
    <w:rsid w:val="00891DDB"/>
    <w:rsid w:val="00895039"/>
    <w:rsid w:val="00895F00"/>
    <w:rsid w:val="008A0598"/>
    <w:rsid w:val="008A1EC1"/>
    <w:rsid w:val="008A303F"/>
    <w:rsid w:val="008A3107"/>
    <w:rsid w:val="008A48DF"/>
    <w:rsid w:val="008A5244"/>
    <w:rsid w:val="008A6CF6"/>
    <w:rsid w:val="008B0C0D"/>
    <w:rsid w:val="008B0EB7"/>
    <w:rsid w:val="008B0F6A"/>
    <w:rsid w:val="008B100A"/>
    <w:rsid w:val="008B33EF"/>
    <w:rsid w:val="008B3A4C"/>
    <w:rsid w:val="008B43ED"/>
    <w:rsid w:val="008B49A9"/>
    <w:rsid w:val="008B57A5"/>
    <w:rsid w:val="008B5CB0"/>
    <w:rsid w:val="008B754E"/>
    <w:rsid w:val="008C0F2B"/>
    <w:rsid w:val="008C1549"/>
    <w:rsid w:val="008C17D2"/>
    <w:rsid w:val="008C2B3A"/>
    <w:rsid w:val="008C3FC2"/>
    <w:rsid w:val="008C4189"/>
    <w:rsid w:val="008C41E0"/>
    <w:rsid w:val="008C486E"/>
    <w:rsid w:val="008C52FF"/>
    <w:rsid w:val="008C619E"/>
    <w:rsid w:val="008C6990"/>
    <w:rsid w:val="008C6BBB"/>
    <w:rsid w:val="008C7A08"/>
    <w:rsid w:val="008C7C05"/>
    <w:rsid w:val="008D0224"/>
    <w:rsid w:val="008D130E"/>
    <w:rsid w:val="008D47D1"/>
    <w:rsid w:val="008D681B"/>
    <w:rsid w:val="008D78F3"/>
    <w:rsid w:val="008D7A5E"/>
    <w:rsid w:val="008D7E28"/>
    <w:rsid w:val="008E07FD"/>
    <w:rsid w:val="008E0B50"/>
    <w:rsid w:val="008E0EFF"/>
    <w:rsid w:val="008E104E"/>
    <w:rsid w:val="008E1D8A"/>
    <w:rsid w:val="008E21F0"/>
    <w:rsid w:val="008E253F"/>
    <w:rsid w:val="008E2726"/>
    <w:rsid w:val="008E416D"/>
    <w:rsid w:val="008E59C9"/>
    <w:rsid w:val="008E7A1D"/>
    <w:rsid w:val="008F4627"/>
    <w:rsid w:val="008F662F"/>
    <w:rsid w:val="008F6BC3"/>
    <w:rsid w:val="00900AC9"/>
    <w:rsid w:val="00901B42"/>
    <w:rsid w:val="00902323"/>
    <w:rsid w:val="009035D6"/>
    <w:rsid w:val="00903EB0"/>
    <w:rsid w:val="00903ECA"/>
    <w:rsid w:val="009042FD"/>
    <w:rsid w:val="00904994"/>
    <w:rsid w:val="00904B33"/>
    <w:rsid w:val="00904E97"/>
    <w:rsid w:val="009057A9"/>
    <w:rsid w:val="00906643"/>
    <w:rsid w:val="00906AD5"/>
    <w:rsid w:val="00907420"/>
    <w:rsid w:val="00907FFB"/>
    <w:rsid w:val="009101E2"/>
    <w:rsid w:val="00910575"/>
    <w:rsid w:val="009121C4"/>
    <w:rsid w:val="00912242"/>
    <w:rsid w:val="0091322C"/>
    <w:rsid w:val="009136D0"/>
    <w:rsid w:val="00913E1B"/>
    <w:rsid w:val="00914C3A"/>
    <w:rsid w:val="00914DA9"/>
    <w:rsid w:val="00914EDB"/>
    <w:rsid w:val="00915334"/>
    <w:rsid w:val="00915934"/>
    <w:rsid w:val="009170AB"/>
    <w:rsid w:val="00920A1E"/>
    <w:rsid w:val="00923043"/>
    <w:rsid w:val="009232C1"/>
    <w:rsid w:val="0092549B"/>
    <w:rsid w:val="00926D73"/>
    <w:rsid w:val="00927648"/>
    <w:rsid w:val="00927839"/>
    <w:rsid w:val="00927B1E"/>
    <w:rsid w:val="00927DA6"/>
    <w:rsid w:val="009304CB"/>
    <w:rsid w:val="009305B3"/>
    <w:rsid w:val="00930CE9"/>
    <w:rsid w:val="009327DE"/>
    <w:rsid w:val="00932F3A"/>
    <w:rsid w:val="009337EA"/>
    <w:rsid w:val="00933A07"/>
    <w:rsid w:val="00933C45"/>
    <w:rsid w:val="00934470"/>
    <w:rsid w:val="00936009"/>
    <w:rsid w:val="00936F6E"/>
    <w:rsid w:val="00937258"/>
    <w:rsid w:val="00940B54"/>
    <w:rsid w:val="00940F01"/>
    <w:rsid w:val="009414CF"/>
    <w:rsid w:val="00941556"/>
    <w:rsid w:val="00942EB4"/>
    <w:rsid w:val="00943065"/>
    <w:rsid w:val="009432DD"/>
    <w:rsid w:val="00944C9E"/>
    <w:rsid w:val="0094523B"/>
    <w:rsid w:val="009477F3"/>
    <w:rsid w:val="00950687"/>
    <w:rsid w:val="009510FB"/>
    <w:rsid w:val="00951479"/>
    <w:rsid w:val="009517B5"/>
    <w:rsid w:val="00952356"/>
    <w:rsid w:val="009529B7"/>
    <w:rsid w:val="009534AB"/>
    <w:rsid w:val="00953F21"/>
    <w:rsid w:val="00954FE1"/>
    <w:rsid w:val="00955B25"/>
    <w:rsid w:val="00955D60"/>
    <w:rsid w:val="00957E34"/>
    <w:rsid w:val="00960673"/>
    <w:rsid w:val="00961B47"/>
    <w:rsid w:val="00962E47"/>
    <w:rsid w:val="00964104"/>
    <w:rsid w:val="00967C29"/>
    <w:rsid w:val="0097063D"/>
    <w:rsid w:val="009719B3"/>
    <w:rsid w:val="0097360C"/>
    <w:rsid w:val="00973DD4"/>
    <w:rsid w:val="009742AE"/>
    <w:rsid w:val="009747A4"/>
    <w:rsid w:val="00974A4A"/>
    <w:rsid w:val="00974DC3"/>
    <w:rsid w:val="00974E53"/>
    <w:rsid w:val="009750B4"/>
    <w:rsid w:val="009752E1"/>
    <w:rsid w:val="00975E5F"/>
    <w:rsid w:val="0097602F"/>
    <w:rsid w:val="009763BB"/>
    <w:rsid w:val="00976F81"/>
    <w:rsid w:val="00977AB0"/>
    <w:rsid w:val="00977E0A"/>
    <w:rsid w:val="009802B9"/>
    <w:rsid w:val="009807C5"/>
    <w:rsid w:val="009816EA"/>
    <w:rsid w:val="00981B01"/>
    <w:rsid w:val="00982095"/>
    <w:rsid w:val="009822EB"/>
    <w:rsid w:val="00982F0B"/>
    <w:rsid w:val="009836FD"/>
    <w:rsid w:val="0098476F"/>
    <w:rsid w:val="00984CAB"/>
    <w:rsid w:val="00986065"/>
    <w:rsid w:val="00986C7C"/>
    <w:rsid w:val="009870F5"/>
    <w:rsid w:val="00987DC9"/>
    <w:rsid w:val="009918B0"/>
    <w:rsid w:val="0099209D"/>
    <w:rsid w:val="0099329A"/>
    <w:rsid w:val="00995DEE"/>
    <w:rsid w:val="00995F3C"/>
    <w:rsid w:val="00997602"/>
    <w:rsid w:val="00997A40"/>
    <w:rsid w:val="00997B8E"/>
    <w:rsid w:val="00997D39"/>
    <w:rsid w:val="009A0E6C"/>
    <w:rsid w:val="009A1221"/>
    <w:rsid w:val="009A18D3"/>
    <w:rsid w:val="009A2C72"/>
    <w:rsid w:val="009A2FC4"/>
    <w:rsid w:val="009A3FE7"/>
    <w:rsid w:val="009A56D6"/>
    <w:rsid w:val="009A7073"/>
    <w:rsid w:val="009A7795"/>
    <w:rsid w:val="009A7E6A"/>
    <w:rsid w:val="009B19FE"/>
    <w:rsid w:val="009B3874"/>
    <w:rsid w:val="009B38F7"/>
    <w:rsid w:val="009B4991"/>
    <w:rsid w:val="009B5A96"/>
    <w:rsid w:val="009B72E1"/>
    <w:rsid w:val="009C0323"/>
    <w:rsid w:val="009C330F"/>
    <w:rsid w:val="009C7229"/>
    <w:rsid w:val="009D0FC4"/>
    <w:rsid w:val="009D3511"/>
    <w:rsid w:val="009D3CDF"/>
    <w:rsid w:val="009D5C7F"/>
    <w:rsid w:val="009D6049"/>
    <w:rsid w:val="009D6C10"/>
    <w:rsid w:val="009D73F8"/>
    <w:rsid w:val="009D7601"/>
    <w:rsid w:val="009D7BCD"/>
    <w:rsid w:val="009E060E"/>
    <w:rsid w:val="009E294B"/>
    <w:rsid w:val="009E3036"/>
    <w:rsid w:val="009E3886"/>
    <w:rsid w:val="009E3972"/>
    <w:rsid w:val="009E3B7C"/>
    <w:rsid w:val="009E56DE"/>
    <w:rsid w:val="009E6443"/>
    <w:rsid w:val="009E6765"/>
    <w:rsid w:val="009E7C8E"/>
    <w:rsid w:val="009F029B"/>
    <w:rsid w:val="009F045B"/>
    <w:rsid w:val="009F0BE1"/>
    <w:rsid w:val="009F16F2"/>
    <w:rsid w:val="009F2936"/>
    <w:rsid w:val="009F2E4D"/>
    <w:rsid w:val="009F4A33"/>
    <w:rsid w:val="009F5150"/>
    <w:rsid w:val="009F5D9D"/>
    <w:rsid w:val="009F6EDF"/>
    <w:rsid w:val="00A008F4"/>
    <w:rsid w:val="00A0201A"/>
    <w:rsid w:val="00A02824"/>
    <w:rsid w:val="00A02EF6"/>
    <w:rsid w:val="00A03C4C"/>
    <w:rsid w:val="00A04E90"/>
    <w:rsid w:val="00A0509D"/>
    <w:rsid w:val="00A05708"/>
    <w:rsid w:val="00A078BF"/>
    <w:rsid w:val="00A10166"/>
    <w:rsid w:val="00A108A7"/>
    <w:rsid w:val="00A12024"/>
    <w:rsid w:val="00A12854"/>
    <w:rsid w:val="00A12C47"/>
    <w:rsid w:val="00A12CE6"/>
    <w:rsid w:val="00A12CF9"/>
    <w:rsid w:val="00A130D0"/>
    <w:rsid w:val="00A13365"/>
    <w:rsid w:val="00A13F06"/>
    <w:rsid w:val="00A13FA9"/>
    <w:rsid w:val="00A14D59"/>
    <w:rsid w:val="00A15595"/>
    <w:rsid w:val="00A15E33"/>
    <w:rsid w:val="00A16316"/>
    <w:rsid w:val="00A170C0"/>
    <w:rsid w:val="00A20389"/>
    <w:rsid w:val="00A218B6"/>
    <w:rsid w:val="00A21E7A"/>
    <w:rsid w:val="00A23000"/>
    <w:rsid w:val="00A23804"/>
    <w:rsid w:val="00A23961"/>
    <w:rsid w:val="00A23DDE"/>
    <w:rsid w:val="00A24573"/>
    <w:rsid w:val="00A248EA"/>
    <w:rsid w:val="00A26B92"/>
    <w:rsid w:val="00A273E0"/>
    <w:rsid w:val="00A30AA2"/>
    <w:rsid w:val="00A31C33"/>
    <w:rsid w:val="00A31F49"/>
    <w:rsid w:val="00A3204B"/>
    <w:rsid w:val="00A32633"/>
    <w:rsid w:val="00A32919"/>
    <w:rsid w:val="00A333A5"/>
    <w:rsid w:val="00A3358A"/>
    <w:rsid w:val="00A33BE8"/>
    <w:rsid w:val="00A3653B"/>
    <w:rsid w:val="00A37196"/>
    <w:rsid w:val="00A40160"/>
    <w:rsid w:val="00A41263"/>
    <w:rsid w:val="00A4612B"/>
    <w:rsid w:val="00A4624F"/>
    <w:rsid w:val="00A46A8D"/>
    <w:rsid w:val="00A46CC6"/>
    <w:rsid w:val="00A471E0"/>
    <w:rsid w:val="00A47763"/>
    <w:rsid w:val="00A47910"/>
    <w:rsid w:val="00A47CEC"/>
    <w:rsid w:val="00A523B6"/>
    <w:rsid w:val="00A53D28"/>
    <w:rsid w:val="00A54276"/>
    <w:rsid w:val="00A54736"/>
    <w:rsid w:val="00A54AF8"/>
    <w:rsid w:val="00A54B3D"/>
    <w:rsid w:val="00A55507"/>
    <w:rsid w:val="00A56075"/>
    <w:rsid w:val="00A56F6D"/>
    <w:rsid w:val="00A57395"/>
    <w:rsid w:val="00A57722"/>
    <w:rsid w:val="00A57955"/>
    <w:rsid w:val="00A63567"/>
    <w:rsid w:val="00A63DC3"/>
    <w:rsid w:val="00A63FA2"/>
    <w:rsid w:val="00A64977"/>
    <w:rsid w:val="00A649F5"/>
    <w:rsid w:val="00A65F71"/>
    <w:rsid w:val="00A70BB3"/>
    <w:rsid w:val="00A710DF"/>
    <w:rsid w:val="00A71FAA"/>
    <w:rsid w:val="00A7244E"/>
    <w:rsid w:val="00A726C2"/>
    <w:rsid w:val="00A72AD2"/>
    <w:rsid w:val="00A7317A"/>
    <w:rsid w:val="00A731A4"/>
    <w:rsid w:val="00A73E93"/>
    <w:rsid w:val="00A7471F"/>
    <w:rsid w:val="00A74962"/>
    <w:rsid w:val="00A750FF"/>
    <w:rsid w:val="00A754E2"/>
    <w:rsid w:val="00A7597A"/>
    <w:rsid w:val="00A76A2B"/>
    <w:rsid w:val="00A77232"/>
    <w:rsid w:val="00A77B39"/>
    <w:rsid w:val="00A80002"/>
    <w:rsid w:val="00A81C06"/>
    <w:rsid w:val="00A82140"/>
    <w:rsid w:val="00A83BFF"/>
    <w:rsid w:val="00A8645B"/>
    <w:rsid w:val="00A867DC"/>
    <w:rsid w:val="00A87FE9"/>
    <w:rsid w:val="00A9085E"/>
    <w:rsid w:val="00A90C6C"/>
    <w:rsid w:val="00A918A8"/>
    <w:rsid w:val="00A91A5B"/>
    <w:rsid w:val="00A936D5"/>
    <w:rsid w:val="00A944B5"/>
    <w:rsid w:val="00A945C2"/>
    <w:rsid w:val="00A9477C"/>
    <w:rsid w:val="00A9665B"/>
    <w:rsid w:val="00AA1142"/>
    <w:rsid w:val="00AA16DC"/>
    <w:rsid w:val="00AA45EC"/>
    <w:rsid w:val="00AA591E"/>
    <w:rsid w:val="00AA5BB5"/>
    <w:rsid w:val="00AA6EE5"/>
    <w:rsid w:val="00AB2C16"/>
    <w:rsid w:val="00AB4EDE"/>
    <w:rsid w:val="00AB55ED"/>
    <w:rsid w:val="00AB563F"/>
    <w:rsid w:val="00AB5BDA"/>
    <w:rsid w:val="00AB5ECB"/>
    <w:rsid w:val="00AB791D"/>
    <w:rsid w:val="00AB7AB0"/>
    <w:rsid w:val="00AC0105"/>
    <w:rsid w:val="00AC1527"/>
    <w:rsid w:val="00AC20F1"/>
    <w:rsid w:val="00AC31D2"/>
    <w:rsid w:val="00AC3B47"/>
    <w:rsid w:val="00AC479D"/>
    <w:rsid w:val="00AC622D"/>
    <w:rsid w:val="00AC70B9"/>
    <w:rsid w:val="00AD0A83"/>
    <w:rsid w:val="00AD1DF9"/>
    <w:rsid w:val="00AD1E6E"/>
    <w:rsid w:val="00AD22E9"/>
    <w:rsid w:val="00AD2B9C"/>
    <w:rsid w:val="00AD2F0E"/>
    <w:rsid w:val="00AD373A"/>
    <w:rsid w:val="00AE06D5"/>
    <w:rsid w:val="00AE077B"/>
    <w:rsid w:val="00AE2422"/>
    <w:rsid w:val="00AE29C3"/>
    <w:rsid w:val="00AE2DDC"/>
    <w:rsid w:val="00AE42A6"/>
    <w:rsid w:val="00AE4586"/>
    <w:rsid w:val="00AE62E7"/>
    <w:rsid w:val="00AE631B"/>
    <w:rsid w:val="00AE6400"/>
    <w:rsid w:val="00AE653D"/>
    <w:rsid w:val="00AE6B7E"/>
    <w:rsid w:val="00AE6CAA"/>
    <w:rsid w:val="00AF08ED"/>
    <w:rsid w:val="00AF0A58"/>
    <w:rsid w:val="00AF1C80"/>
    <w:rsid w:val="00AF223E"/>
    <w:rsid w:val="00AF3923"/>
    <w:rsid w:val="00AF416A"/>
    <w:rsid w:val="00AF43DE"/>
    <w:rsid w:val="00AF5041"/>
    <w:rsid w:val="00AF5400"/>
    <w:rsid w:val="00AF6986"/>
    <w:rsid w:val="00B01750"/>
    <w:rsid w:val="00B03870"/>
    <w:rsid w:val="00B04E13"/>
    <w:rsid w:val="00B054B1"/>
    <w:rsid w:val="00B0574A"/>
    <w:rsid w:val="00B05A3F"/>
    <w:rsid w:val="00B10C16"/>
    <w:rsid w:val="00B137D9"/>
    <w:rsid w:val="00B13CD2"/>
    <w:rsid w:val="00B15BE4"/>
    <w:rsid w:val="00B171A4"/>
    <w:rsid w:val="00B179F0"/>
    <w:rsid w:val="00B17CF9"/>
    <w:rsid w:val="00B21934"/>
    <w:rsid w:val="00B21F45"/>
    <w:rsid w:val="00B220BA"/>
    <w:rsid w:val="00B23D79"/>
    <w:rsid w:val="00B24323"/>
    <w:rsid w:val="00B24A5F"/>
    <w:rsid w:val="00B2513D"/>
    <w:rsid w:val="00B30E32"/>
    <w:rsid w:val="00B3354E"/>
    <w:rsid w:val="00B33DE0"/>
    <w:rsid w:val="00B343A9"/>
    <w:rsid w:val="00B3510C"/>
    <w:rsid w:val="00B375DD"/>
    <w:rsid w:val="00B40699"/>
    <w:rsid w:val="00B41953"/>
    <w:rsid w:val="00B41A79"/>
    <w:rsid w:val="00B4254A"/>
    <w:rsid w:val="00B4445A"/>
    <w:rsid w:val="00B44A98"/>
    <w:rsid w:val="00B4506A"/>
    <w:rsid w:val="00B45625"/>
    <w:rsid w:val="00B46BFB"/>
    <w:rsid w:val="00B47598"/>
    <w:rsid w:val="00B47B8E"/>
    <w:rsid w:val="00B47CA0"/>
    <w:rsid w:val="00B51035"/>
    <w:rsid w:val="00B51B37"/>
    <w:rsid w:val="00B52DAC"/>
    <w:rsid w:val="00B5360A"/>
    <w:rsid w:val="00B53A4F"/>
    <w:rsid w:val="00B53A73"/>
    <w:rsid w:val="00B543D8"/>
    <w:rsid w:val="00B55376"/>
    <w:rsid w:val="00B56DE1"/>
    <w:rsid w:val="00B60A51"/>
    <w:rsid w:val="00B60FB2"/>
    <w:rsid w:val="00B61015"/>
    <w:rsid w:val="00B61BE6"/>
    <w:rsid w:val="00B62976"/>
    <w:rsid w:val="00B6452B"/>
    <w:rsid w:val="00B6498B"/>
    <w:rsid w:val="00B64A2B"/>
    <w:rsid w:val="00B70251"/>
    <w:rsid w:val="00B70396"/>
    <w:rsid w:val="00B71C86"/>
    <w:rsid w:val="00B71E59"/>
    <w:rsid w:val="00B7224A"/>
    <w:rsid w:val="00B74EF3"/>
    <w:rsid w:val="00B7505B"/>
    <w:rsid w:val="00B7547E"/>
    <w:rsid w:val="00B76B79"/>
    <w:rsid w:val="00B76C14"/>
    <w:rsid w:val="00B81347"/>
    <w:rsid w:val="00B81355"/>
    <w:rsid w:val="00B818F6"/>
    <w:rsid w:val="00B83D54"/>
    <w:rsid w:val="00B8567C"/>
    <w:rsid w:val="00B8596F"/>
    <w:rsid w:val="00B85A41"/>
    <w:rsid w:val="00B87136"/>
    <w:rsid w:val="00B876C5"/>
    <w:rsid w:val="00B915AD"/>
    <w:rsid w:val="00B916F6"/>
    <w:rsid w:val="00B92377"/>
    <w:rsid w:val="00B93CEE"/>
    <w:rsid w:val="00B971D5"/>
    <w:rsid w:val="00B97639"/>
    <w:rsid w:val="00BA0A44"/>
    <w:rsid w:val="00BA10C0"/>
    <w:rsid w:val="00BA14FA"/>
    <w:rsid w:val="00BA2B15"/>
    <w:rsid w:val="00BA5B0A"/>
    <w:rsid w:val="00BA6AF4"/>
    <w:rsid w:val="00BA7216"/>
    <w:rsid w:val="00BB015B"/>
    <w:rsid w:val="00BB0488"/>
    <w:rsid w:val="00BB0F21"/>
    <w:rsid w:val="00BB1557"/>
    <w:rsid w:val="00BB160A"/>
    <w:rsid w:val="00BB327E"/>
    <w:rsid w:val="00BB59BA"/>
    <w:rsid w:val="00BB6AD9"/>
    <w:rsid w:val="00BB6F7D"/>
    <w:rsid w:val="00BB711E"/>
    <w:rsid w:val="00BB7549"/>
    <w:rsid w:val="00BB78A7"/>
    <w:rsid w:val="00BB7BB2"/>
    <w:rsid w:val="00BC17B0"/>
    <w:rsid w:val="00BC1D00"/>
    <w:rsid w:val="00BC1F69"/>
    <w:rsid w:val="00BC2798"/>
    <w:rsid w:val="00BC2B63"/>
    <w:rsid w:val="00BC4639"/>
    <w:rsid w:val="00BC5985"/>
    <w:rsid w:val="00BC6A6C"/>
    <w:rsid w:val="00BC7597"/>
    <w:rsid w:val="00BC7DC6"/>
    <w:rsid w:val="00BD0158"/>
    <w:rsid w:val="00BD05BC"/>
    <w:rsid w:val="00BD0E75"/>
    <w:rsid w:val="00BD4368"/>
    <w:rsid w:val="00BD57C8"/>
    <w:rsid w:val="00BD673B"/>
    <w:rsid w:val="00BD68A5"/>
    <w:rsid w:val="00BD6CC6"/>
    <w:rsid w:val="00BD716F"/>
    <w:rsid w:val="00BD76DF"/>
    <w:rsid w:val="00BD7C2E"/>
    <w:rsid w:val="00BE113A"/>
    <w:rsid w:val="00BE1693"/>
    <w:rsid w:val="00BE2EC7"/>
    <w:rsid w:val="00BE48A3"/>
    <w:rsid w:val="00BE7322"/>
    <w:rsid w:val="00BF2012"/>
    <w:rsid w:val="00BF27C8"/>
    <w:rsid w:val="00BF36DA"/>
    <w:rsid w:val="00BF5065"/>
    <w:rsid w:val="00C0115B"/>
    <w:rsid w:val="00C01F9A"/>
    <w:rsid w:val="00C020C2"/>
    <w:rsid w:val="00C03014"/>
    <w:rsid w:val="00C030C3"/>
    <w:rsid w:val="00C0359D"/>
    <w:rsid w:val="00C06117"/>
    <w:rsid w:val="00C06535"/>
    <w:rsid w:val="00C07650"/>
    <w:rsid w:val="00C101ED"/>
    <w:rsid w:val="00C10ABC"/>
    <w:rsid w:val="00C11768"/>
    <w:rsid w:val="00C14EFF"/>
    <w:rsid w:val="00C153AA"/>
    <w:rsid w:val="00C1559C"/>
    <w:rsid w:val="00C16C5E"/>
    <w:rsid w:val="00C1711C"/>
    <w:rsid w:val="00C2015B"/>
    <w:rsid w:val="00C2157F"/>
    <w:rsid w:val="00C2218A"/>
    <w:rsid w:val="00C22AD3"/>
    <w:rsid w:val="00C22B2B"/>
    <w:rsid w:val="00C23903"/>
    <w:rsid w:val="00C24329"/>
    <w:rsid w:val="00C25FDB"/>
    <w:rsid w:val="00C26330"/>
    <w:rsid w:val="00C26491"/>
    <w:rsid w:val="00C26DB5"/>
    <w:rsid w:val="00C27B22"/>
    <w:rsid w:val="00C27C72"/>
    <w:rsid w:val="00C306AF"/>
    <w:rsid w:val="00C31ADE"/>
    <w:rsid w:val="00C321F3"/>
    <w:rsid w:val="00C32B4B"/>
    <w:rsid w:val="00C341FA"/>
    <w:rsid w:val="00C36112"/>
    <w:rsid w:val="00C37C2A"/>
    <w:rsid w:val="00C40F07"/>
    <w:rsid w:val="00C41239"/>
    <w:rsid w:val="00C4168F"/>
    <w:rsid w:val="00C42275"/>
    <w:rsid w:val="00C43354"/>
    <w:rsid w:val="00C4480E"/>
    <w:rsid w:val="00C44A30"/>
    <w:rsid w:val="00C45F58"/>
    <w:rsid w:val="00C468A6"/>
    <w:rsid w:val="00C47044"/>
    <w:rsid w:val="00C47C17"/>
    <w:rsid w:val="00C47F36"/>
    <w:rsid w:val="00C53587"/>
    <w:rsid w:val="00C54E1A"/>
    <w:rsid w:val="00C5510D"/>
    <w:rsid w:val="00C56AA3"/>
    <w:rsid w:val="00C5719E"/>
    <w:rsid w:val="00C577E0"/>
    <w:rsid w:val="00C57B1E"/>
    <w:rsid w:val="00C60EA2"/>
    <w:rsid w:val="00C631F1"/>
    <w:rsid w:val="00C66CE1"/>
    <w:rsid w:val="00C67070"/>
    <w:rsid w:val="00C70731"/>
    <w:rsid w:val="00C70B40"/>
    <w:rsid w:val="00C725A5"/>
    <w:rsid w:val="00C725A6"/>
    <w:rsid w:val="00C7263A"/>
    <w:rsid w:val="00C73361"/>
    <w:rsid w:val="00C73840"/>
    <w:rsid w:val="00C74B76"/>
    <w:rsid w:val="00C75918"/>
    <w:rsid w:val="00C7594B"/>
    <w:rsid w:val="00C75F03"/>
    <w:rsid w:val="00C764D9"/>
    <w:rsid w:val="00C768DA"/>
    <w:rsid w:val="00C805E6"/>
    <w:rsid w:val="00C829EE"/>
    <w:rsid w:val="00C8337A"/>
    <w:rsid w:val="00C85222"/>
    <w:rsid w:val="00C85289"/>
    <w:rsid w:val="00C8755B"/>
    <w:rsid w:val="00C87892"/>
    <w:rsid w:val="00C90087"/>
    <w:rsid w:val="00C90783"/>
    <w:rsid w:val="00C91EBB"/>
    <w:rsid w:val="00C9308C"/>
    <w:rsid w:val="00C94181"/>
    <w:rsid w:val="00C9427D"/>
    <w:rsid w:val="00CA0072"/>
    <w:rsid w:val="00CA17A5"/>
    <w:rsid w:val="00CA1A91"/>
    <w:rsid w:val="00CA47F1"/>
    <w:rsid w:val="00CA562A"/>
    <w:rsid w:val="00CA575D"/>
    <w:rsid w:val="00CA5CD9"/>
    <w:rsid w:val="00CA5F5E"/>
    <w:rsid w:val="00CA7A9D"/>
    <w:rsid w:val="00CA7C1F"/>
    <w:rsid w:val="00CB004A"/>
    <w:rsid w:val="00CB2417"/>
    <w:rsid w:val="00CB2E31"/>
    <w:rsid w:val="00CB37DE"/>
    <w:rsid w:val="00CB3CCB"/>
    <w:rsid w:val="00CB3D24"/>
    <w:rsid w:val="00CB3F57"/>
    <w:rsid w:val="00CB5094"/>
    <w:rsid w:val="00CB746A"/>
    <w:rsid w:val="00CB7EC4"/>
    <w:rsid w:val="00CB7F95"/>
    <w:rsid w:val="00CC2384"/>
    <w:rsid w:val="00CC23E1"/>
    <w:rsid w:val="00CC3DC4"/>
    <w:rsid w:val="00CC5DBB"/>
    <w:rsid w:val="00CC5EE9"/>
    <w:rsid w:val="00CC60C2"/>
    <w:rsid w:val="00CC7377"/>
    <w:rsid w:val="00CC771E"/>
    <w:rsid w:val="00CC7B1C"/>
    <w:rsid w:val="00CD09A5"/>
    <w:rsid w:val="00CD0E4E"/>
    <w:rsid w:val="00CD0F52"/>
    <w:rsid w:val="00CD3241"/>
    <w:rsid w:val="00CD453C"/>
    <w:rsid w:val="00CD464B"/>
    <w:rsid w:val="00CD4654"/>
    <w:rsid w:val="00CD503F"/>
    <w:rsid w:val="00CD7623"/>
    <w:rsid w:val="00CE0446"/>
    <w:rsid w:val="00CE0C56"/>
    <w:rsid w:val="00CE18CD"/>
    <w:rsid w:val="00CE22DB"/>
    <w:rsid w:val="00CE44CA"/>
    <w:rsid w:val="00CE50E6"/>
    <w:rsid w:val="00CE5F23"/>
    <w:rsid w:val="00CF08A4"/>
    <w:rsid w:val="00CF111E"/>
    <w:rsid w:val="00CF21D1"/>
    <w:rsid w:val="00CF28F3"/>
    <w:rsid w:val="00CF2E4C"/>
    <w:rsid w:val="00CF3D9E"/>
    <w:rsid w:val="00CF3ED1"/>
    <w:rsid w:val="00CF6DE8"/>
    <w:rsid w:val="00D00C07"/>
    <w:rsid w:val="00D0192B"/>
    <w:rsid w:val="00D01F2D"/>
    <w:rsid w:val="00D02481"/>
    <w:rsid w:val="00D02C31"/>
    <w:rsid w:val="00D034DA"/>
    <w:rsid w:val="00D03DD7"/>
    <w:rsid w:val="00D04719"/>
    <w:rsid w:val="00D1021D"/>
    <w:rsid w:val="00D121AE"/>
    <w:rsid w:val="00D12767"/>
    <w:rsid w:val="00D14AD5"/>
    <w:rsid w:val="00D15B8C"/>
    <w:rsid w:val="00D164F3"/>
    <w:rsid w:val="00D165B3"/>
    <w:rsid w:val="00D221FB"/>
    <w:rsid w:val="00D23266"/>
    <w:rsid w:val="00D2381D"/>
    <w:rsid w:val="00D247F8"/>
    <w:rsid w:val="00D24D5C"/>
    <w:rsid w:val="00D24ECE"/>
    <w:rsid w:val="00D25E8F"/>
    <w:rsid w:val="00D30771"/>
    <w:rsid w:val="00D316EF"/>
    <w:rsid w:val="00D32051"/>
    <w:rsid w:val="00D3364D"/>
    <w:rsid w:val="00D348A6"/>
    <w:rsid w:val="00D35065"/>
    <w:rsid w:val="00D356AA"/>
    <w:rsid w:val="00D369AF"/>
    <w:rsid w:val="00D370E8"/>
    <w:rsid w:val="00D37698"/>
    <w:rsid w:val="00D37B39"/>
    <w:rsid w:val="00D37C21"/>
    <w:rsid w:val="00D403E5"/>
    <w:rsid w:val="00D413BE"/>
    <w:rsid w:val="00D417DD"/>
    <w:rsid w:val="00D42A6C"/>
    <w:rsid w:val="00D42CEF"/>
    <w:rsid w:val="00D43C58"/>
    <w:rsid w:val="00D44895"/>
    <w:rsid w:val="00D457A5"/>
    <w:rsid w:val="00D4603C"/>
    <w:rsid w:val="00D46D9A"/>
    <w:rsid w:val="00D47B19"/>
    <w:rsid w:val="00D50FF3"/>
    <w:rsid w:val="00D51AF0"/>
    <w:rsid w:val="00D51B37"/>
    <w:rsid w:val="00D51B79"/>
    <w:rsid w:val="00D51C4E"/>
    <w:rsid w:val="00D530A0"/>
    <w:rsid w:val="00D53117"/>
    <w:rsid w:val="00D5326E"/>
    <w:rsid w:val="00D53813"/>
    <w:rsid w:val="00D5578A"/>
    <w:rsid w:val="00D55F2A"/>
    <w:rsid w:val="00D563AE"/>
    <w:rsid w:val="00D5684F"/>
    <w:rsid w:val="00D63572"/>
    <w:rsid w:val="00D637EE"/>
    <w:rsid w:val="00D638BE"/>
    <w:rsid w:val="00D642EA"/>
    <w:rsid w:val="00D6623C"/>
    <w:rsid w:val="00D662E5"/>
    <w:rsid w:val="00D67773"/>
    <w:rsid w:val="00D67A0F"/>
    <w:rsid w:val="00D67B54"/>
    <w:rsid w:val="00D67E6D"/>
    <w:rsid w:val="00D709D1"/>
    <w:rsid w:val="00D70FF3"/>
    <w:rsid w:val="00D72F8E"/>
    <w:rsid w:val="00D74092"/>
    <w:rsid w:val="00D7429D"/>
    <w:rsid w:val="00D74657"/>
    <w:rsid w:val="00D74901"/>
    <w:rsid w:val="00D750C9"/>
    <w:rsid w:val="00D75B91"/>
    <w:rsid w:val="00D75DFE"/>
    <w:rsid w:val="00D77C4E"/>
    <w:rsid w:val="00D77FD4"/>
    <w:rsid w:val="00D804E2"/>
    <w:rsid w:val="00D80DB2"/>
    <w:rsid w:val="00D825D0"/>
    <w:rsid w:val="00D826B3"/>
    <w:rsid w:val="00D83EC6"/>
    <w:rsid w:val="00D840DB"/>
    <w:rsid w:val="00D858FD"/>
    <w:rsid w:val="00D85BA5"/>
    <w:rsid w:val="00D9026F"/>
    <w:rsid w:val="00D90350"/>
    <w:rsid w:val="00D903FE"/>
    <w:rsid w:val="00D90989"/>
    <w:rsid w:val="00D915A3"/>
    <w:rsid w:val="00D92A49"/>
    <w:rsid w:val="00D92B09"/>
    <w:rsid w:val="00D93F3C"/>
    <w:rsid w:val="00D94A16"/>
    <w:rsid w:val="00D94FD0"/>
    <w:rsid w:val="00D95702"/>
    <w:rsid w:val="00D95C48"/>
    <w:rsid w:val="00D961ED"/>
    <w:rsid w:val="00D97005"/>
    <w:rsid w:val="00D97AF0"/>
    <w:rsid w:val="00D97D0D"/>
    <w:rsid w:val="00DA1444"/>
    <w:rsid w:val="00DA164F"/>
    <w:rsid w:val="00DA17FC"/>
    <w:rsid w:val="00DA2824"/>
    <w:rsid w:val="00DA375A"/>
    <w:rsid w:val="00DA39D5"/>
    <w:rsid w:val="00DA50F7"/>
    <w:rsid w:val="00DA6351"/>
    <w:rsid w:val="00DA70A7"/>
    <w:rsid w:val="00DB1A8F"/>
    <w:rsid w:val="00DB2A33"/>
    <w:rsid w:val="00DB3084"/>
    <w:rsid w:val="00DB3684"/>
    <w:rsid w:val="00DB41C9"/>
    <w:rsid w:val="00DB52E4"/>
    <w:rsid w:val="00DB55C9"/>
    <w:rsid w:val="00DB620B"/>
    <w:rsid w:val="00DB6263"/>
    <w:rsid w:val="00DB6A76"/>
    <w:rsid w:val="00DB7074"/>
    <w:rsid w:val="00DB725D"/>
    <w:rsid w:val="00DB76EF"/>
    <w:rsid w:val="00DB7C78"/>
    <w:rsid w:val="00DC07E2"/>
    <w:rsid w:val="00DC08FE"/>
    <w:rsid w:val="00DC1E34"/>
    <w:rsid w:val="00DC2A5F"/>
    <w:rsid w:val="00DC3546"/>
    <w:rsid w:val="00DC3B53"/>
    <w:rsid w:val="00DC441A"/>
    <w:rsid w:val="00DC5007"/>
    <w:rsid w:val="00DC54A9"/>
    <w:rsid w:val="00DC6660"/>
    <w:rsid w:val="00DD0ACC"/>
    <w:rsid w:val="00DD1996"/>
    <w:rsid w:val="00DD1FDD"/>
    <w:rsid w:val="00DD21D3"/>
    <w:rsid w:val="00DD2477"/>
    <w:rsid w:val="00DD3703"/>
    <w:rsid w:val="00DD4018"/>
    <w:rsid w:val="00DD4B87"/>
    <w:rsid w:val="00DD5924"/>
    <w:rsid w:val="00DD666C"/>
    <w:rsid w:val="00DD7116"/>
    <w:rsid w:val="00DD77F4"/>
    <w:rsid w:val="00DD7884"/>
    <w:rsid w:val="00DE0B21"/>
    <w:rsid w:val="00DE1ACC"/>
    <w:rsid w:val="00DE1BA7"/>
    <w:rsid w:val="00DE1FAC"/>
    <w:rsid w:val="00DE1FFE"/>
    <w:rsid w:val="00DE2459"/>
    <w:rsid w:val="00DE2ED2"/>
    <w:rsid w:val="00DE58B4"/>
    <w:rsid w:val="00DE6053"/>
    <w:rsid w:val="00DF168B"/>
    <w:rsid w:val="00DF1DAE"/>
    <w:rsid w:val="00DF265E"/>
    <w:rsid w:val="00DF3863"/>
    <w:rsid w:val="00DF4E7F"/>
    <w:rsid w:val="00DF5F44"/>
    <w:rsid w:val="00DF6562"/>
    <w:rsid w:val="00E009BB"/>
    <w:rsid w:val="00E0122C"/>
    <w:rsid w:val="00E019B5"/>
    <w:rsid w:val="00E01BE1"/>
    <w:rsid w:val="00E024C9"/>
    <w:rsid w:val="00E03CFF"/>
    <w:rsid w:val="00E042E6"/>
    <w:rsid w:val="00E051B8"/>
    <w:rsid w:val="00E0725A"/>
    <w:rsid w:val="00E07336"/>
    <w:rsid w:val="00E0753B"/>
    <w:rsid w:val="00E07988"/>
    <w:rsid w:val="00E120BD"/>
    <w:rsid w:val="00E122A8"/>
    <w:rsid w:val="00E13BEA"/>
    <w:rsid w:val="00E13DA1"/>
    <w:rsid w:val="00E1479A"/>
    <w:rsid w:val="00E1540F"/>
    <w:rsid w:val="00E15655"/>
    <w:rsid w:val="00E15F47"/>
    <w:rsid w:val="00E175D4"/>
    <w:rsid w:val="00E1768B"/>
    <w:rsid w:val="00E17995"/>
    <w:rsid w:val="00E17C3A"/>
    <w:rsid w:val="00E212D0"/>
    <w:rsid w:val="00E21ADE"/>
    <w:rsid w:val="00E21DBC"/>
    <w:rsid w:val="00E23303"/>
    <w:rsid w:val="00E235A9"/>
    <w:rsid w:val="00E237A1"/>
    <w:rsid w:val="00E23D60"/>
    <w:rsid w:val="00E244A0"/>
    <w:rsid w:val="00E25535"/>
    <w:rsid w:val="00E25E9E"/>
    <w:rsid w:val="00E276D2"/>
    <w:rsid w:val="00E27AE3"/>
    <w:rsid w:val="00E305DB"/>
    <w:rsid w:val="00E307A6"/>
    <w:rsid w:val="00E3251D"/>
    <w:rsid w:val="00E34068"/>
    <w:rsid w:val="00E343E3"/>
    <w:rsid w:val="00E36510"/>
    <w:rsid w:val="00E36BD5"/>
    <w:rsid w:val="00E37E52"/>
    <w:rsid w:val="00E41060"/>
    <w:rsid w:val="00E41EC4"/>
    <w:rsid w:val="00E43884"/>
    <w:rsid w:val="00E43A75"/>
    <w:rsid w:val="00E43C24"/>
    <w:rsid w:val="00E445D1"/>
    <w:rsid w:val="00E45ECA"/>
    <w:rsid w:val="00E4740F"/>
    <w:rsid w:val="00E47471"/>
    <w:rsid w:val="00E47A4F"/>
    <w:rsid w:val="00E50126"/>
    <w:rsid w:val="00E507E2"/>
    <w:rsid w:val="00E53369"/>
    <w:rsid w:val="00E53AE0"/>
    <w:rsid w:val="00E540B3"/>
    <w:rsid w:val="00E54431"/>
    <w:rsid w:val="00E55C8F"/>
    <w:rsid w:val="00E56306"/>
    <w:rsid w:val="00E56CB1"/>
    <w:rsid w:val="00E56D17"/>
    <w:rsid w:val="00E57B0A"/>
    <w:rsid w:val="00E57FC7"/>
    <w:rsid w:val="00E6267F"/>
    <w:rsid w:val="00E62922"/>
    <w:rsid w:val="00E62CFB"/>
    <w:rsid w:val="00E638D4"/>
    <w:rsid w:val="00E65AC3"/>
    <w:rsid w:val="00E6709D"/>
    <w:rsid w:val="00E67117"/>
    <w:rsid w:val="00E67E85"/>
    <w:rsid w:val="00E70496"/>
    <w:rsid w:val="00E70C40"/>
    <w:rsid w:val="00E70CF7"/>
    <w:rsid w:val="00E71F41"/>
    <w:rsid w:val="00E72D05"/>
    <w:rsid w:val="00E73730"/>
    <w:rsid w:val="00E73B5D"/>
    <w:rsid w:val="00E75637"/>
    <w:rsid w:val="00E75A2C"/>
    <w:rsid w:val="00E768E2"/>
    <w:rsid w:val="00E77608"/>
    <w:rsid w:val="00E77ECC"/>
    <w:rsid w:val="00E812D5"/>
    <w:rsid w:val="00E82980"/>
    <w:rsid w:val="00E830D7"/>
    <w:rsid w:val="00E831FA"/>
    <w:rsid w:val="00E835E4"/>
    <w:rsid w:val="00E83C45"/>
    <w:rsid w:val="00E84281"/>
    <w:rsid w:val="00E84517"/>
    <w:rsid w:val="00E863FF"/>
    <w:rsid w:val="00E86548"/>
    <w:rsid w:val="00E86634"/>
    <w:rsid w:val="00E8745A"/>
    <w:rsid w:val="00E87D30"/>
    <w:rsid w:val="00E87E16"/>
    <w:rsid w:val="00E900AC"/>
    <w:rsid w:val="00E90695"/>
    <w:rsid w:val="00E917D1"/>
    <w:rsid w:val="00E92C85"/>
    <w:rsid w:val="00E92D6C"/>
    <w:rsid w:val="00E940F5"/>
    <w:rsid w:val="00E95770"/>
    <w:rsid w:val="00E95E8C"/>
    <w:rsid w:val="00E9656D"/>
    <w:rsid w:val="00E96723"/>
    <w:rsid w:val="00E96BF3"/>
    <w:rsid w:val="00EA0122"/>
    <w:rsid w:val="00EA0C75"/>
    <w:rsid w:val="00EA0EC4"/>
    <w:rsid w:val="00EA137E"/>
    <w:rsid w:val="00EA2C7E"/>
    <w:rsid w:val="00EA4A3D"/>
    <w:rsid w:val="00EA5757"/>
    <w:rsid w:val="00EB14A4"/>
    <w:rsid w:val="00EB3884"/>
    <w:rsid w:val="00EB4762"/>
    <w:rsid w:val="00EB49CC"/>
    <w:rsid w:val="00EB5520"/>
    <w:rsid w:val="00EB55EE"/>
    <w:rsid w:val="00EB6EA9"/>
    <w:rsid w:val="00EB793B"/>
    <w:rsid w:val="00EC1BFC"/>
    <w:rsid w:val="00EC2D91"/>
    <w:rsid w:val="00EC2DD8"/>
    <w:rsid w:val="00EC4895"/>
    <w:rsid w:val="00EC58F6"/>
    <w:rsid w:val="00EC671D"/>
    <w:rsid w:val="00EC787A"/>
    <w:rsid w:val="00EC7A79"/>
    <w:rsid w:val="00EC7BB0"/>
    <w:rsid w:val="00ED0C7B"/>
    <w:rsid w:val="00ED0DF9"/>
    <w:rsid w:val="00ED1E08"/>
    <w:rsid w:val="00ED4613"/>
    <w:rsid w:val="00ED5AF6"/>
    <w:rsid w:val="00ED603C"/>
    <w:rsid w:val="00ED6A62"/>
    <w:rsid w:val="00ED75B9"/>
    <w:rsid w:val="00EE03B5"/>
    <w:rsid w:val="00EE16D4"/>
    <w:rsid w:val="00EE17E2"/>
    <w:rsid w:val="00EE1A2F"/>
    <w:rsid w:val="00EE246B"/>
    <w:rsid w:val="00EE25F0"/>
    <w:rsid w:val="00EE48FE"/>
    <w:rsid w:val="00EE4FF4"/>
    <w:rsid w:val="00EE562A"/>
    <w:rsid w:val="00EE57B0"/>
    <w:rsid w:val="00EE5869"/>
    <w:rsid w:val="00EE5A92"/>
    <w:rsid w:val="00EE72E8"/>
    <w:rsid w:val="00EF01C6"/>
    <w:rsid w:val="00EF261C"/>
    <w:rsid w:val="00EF2B73"/>
    <w:rsid w:val="00EF35BE"/>
    <w:rsid w:val="00EF4ABD"/>
    <w:rsid w:val="00EF51A0"/>
    <w:rsid w:val="00EF5549"/>
    <w:rsid w:val="00EF563E"/>
    <w:rsid w:val="00EF620A"/>
    <w:rsid w:val="00EF728A"/>
    <w:rsid w:val="00F00BC0"/>
    <w:rsid w:val="00F024EA"/>
    <w:rsid w:val="00F0266A"/>
    <w:rsid w:val="00F02978"/>
    <w:rsid w:val="00F029B2"/>
    <w:rsid w:val="00F033E8"/>
    <w:rsid w:val="00F03536"/>
    <w:rsid w:val="00F044E1"/>
    <w:rsid w:val="00F05302"/>
    <w:rsid w:val="00F06FC4"/>
    <w:rsid w:val="00F103CB"/>
    <w:rsid w:val="00F105CC"/>
    <w:rsid w:val="00F109F1"/>
    <w:rsid w:val="00F136D9"/>
    <w:rsid w:val="00F1546D"/>
    <w:rsid w:val="00F15802"/>
    <w:rsid w:val="00F160FA"/>
    <w:rsid w:val="00F16CA4"/>
    <w:rsid w:val="00F17A6F"/>
    <w:rsid w:val="00F202AB"/>
    <w:rsid w:val="00F21424"/>
    <w:rsid w:val="00F21B42"/>
    <w:rsid w:val="00F21F99"/>
    <w:rsid w:val="00F23F0F"/>
    <w:rsid w:val="00F23F19"/>
    <w:rsid w:val="00F240AB"/>
    <w:rsid w:val="00F24C9B"/>
    <w:rsid w:val="00F2548C"/>
    <w:rsid w:val="00F26383"/>
    <w:rsid w:val="00F265DF"/>
    <w:rsid w:val="00F26E19"/>
    <w:rsid w:val="00F26FE4"/>
    <w:rsid w:val="00F311EE"/>
    <w:rsid w:val="00F31EFD"/>
    <w:rsid w:val="00F3208C"/>
    <w:rsid w:val="00F32545"/>
    <w:rsid w:val="00F32B52"/>
    <w:rsid w:val="00F33C8F"/>
    <w:rsid w:val="00F34A99"/>
    <w:rsid w:val="00F34CFB"/>
    <w:rsid w:val="00F35471"/>
    <w:rsid w:val="00F35B21"/>
    <w:rsid w:val="00F370C1"/>
    <w:rsid w:val="00F4141B"/>
    <w:rsid w:val="00F41D0B"/>
    <w:rsid w:val="00F4330E"/>
    <w:rsid w:val="00F435EF"/>
    <w:rsid w:val="00F43D65"/>
    <w:rsid w:val="00F44BEA"/>
    <w:rsid w:val="00F45A18"/>
    <w:rsid w:val="00F4644F"/>
    <w:rsid w:val="00F51919"/>
    <w:rsid w:val="00F5259F"/>
    <w:rsid w:val="00F52C70"/>
    <w:rsid w:val="00F53886"/>
    <w:rsid w:val="00F53F9D"/>
    <w:rsid w:val="00F54901"/>
    <w:rsid w:val="00F54EEB"/>
    <w:rsid w:val="00F555B9"/>
    <w:rsid w:val="00F55686"/>
    <w:rsid w:val="00F55F4D"/>
    <w:rsid w:val="00F56830"/>
    <w:rsid w:val="00F56DC7"/>
    <w:rsid w:val="00F575D0"/>
    <w:rsid w:val="00F57ED1"/>
    <w:rsid w:val="00F60DB8"/>
    <w:rsid w:val="00F61D63"/>
    <w:rsid w:val="00F62104"/>
    <w:rsid w:val="00F63230"/>
    <w:rsid w:val="00F63C0C"/>
    <w:rsid w:val="00F643E8"/>
    <w:rsid w:val="00F6606D"/>
    <w:rsid w:val="00F6655F"/>
    <w:rsid w:val="00F672C3"/>
    <w:rsid w:val="00F70660"/>
    <w:rsid w:val="00F70D9A"/>
    <w:rsid w:val="00F71661"/>
    <w:rsid w:val="00F716FE"/>
    <w:rsid w:val="00F71900"/>
    <w:rsid w:val="00F72E71"/>
    <w:rsid w:val="00F73440"/>
    <w:rsid w:val="00F74641"/>
    <w:rsid w:val="00F74C6B"/>
    <w:rsid w:val="00F76070"/>
    <w:rsid w:val="00F76AC0"/>
    <w:rsid w:val="00F77763"/>
    <w:rsid w:val="00F81704"/>
    <w:rsid w:val="00F82F3B"/>
    <w:rsid w:val="00F83006"/>
    <w:rsid w:val="00F847E4"/>
    <w:rsid w:val="00F84987"/>
    <w:rsid w:val="00F8540A"/>
    <w:rsid w:val="00F85619"/>
    <w:rsid w:val="00F856D1"/>
    <w:rsid w:val="00F87540"/>
    <w:rsid w:val="00F87717"/>
    <w:rsid w:val="00F907AF"/>
    <w:rsid w:val="00F90FFD"/>
    <w:rsid w:val="00F91D5B"/>
    <w:rsid w:val="00F96BCE"/>
    <w:rsid w:val="00F97146"/>
    <w:rsid w:val="00FA05A5"/>
    <w:rsid w:val="00FA27DB"/>
    <w:rsid w:val="00FA445E"/>
    <w:rsid w:val="00FA57C1"/>
    <w:rsid w:val="00FA5F2D"/>
    <w:rsid w:val="00FA74A9"/>
    <w:rsid w:val="00FB107C"/>
    <w:rsid w:val="00FB27AB"/>
    <w:rsid w:val="00FB349A"/>
    <w:rsid w:val="00FB4855"/>
    <w:rsid w:val="00FB54F4"/>
    <w:rsid w:val="00FB5C6C"/>
    <w:rsid w:val="00FC1D1D"/>
    <w:rsid w:val="00FC2883"/>
    <w:rsid w:val="00FC3887"/>
    <w:rsid w:val="00FC4469"/>
    <w:rsid w:val="00FC49D8"/>
    <w:rsid w:val="00FC58B7"/>
    <w:rsid w:val="00FC64D4"/>
    <w:rsid w:val="00FC74FF"/>
    <w:rsid w:val="00FC7F03"/>
    <w:rsid w:val="00FD2B90"/>
    <w:rsid w:val="00FD2D26"/>
    <w:rsid w:val="00FD3A62"/>
    <w:rsid w:val="00FD55A1"/>
    <w:rsid w:val="00FD5F56"/>
    <w:rsid w:val="00FD6A33"/>
    <w:rsid w:val="00FD7ED9"/>
    <w:rsid w:val="00FE191D"/>
    <w:rsid w:val="00FE1AE1"/>
    <w:rsid w:val="00FE2334"/>
    <w:rsid w:val="00FE25D6"/>
    <w:rsid w:val="00FE328B"/>
    <w:rsid w:val="00FE3CE4"/>
    <w:rsid w:val="00FE54F3"/>
    <w:rsid w:val="00FE7374"/>
    <w:rsid w:val="00FE77A1"/>
    <w:rsid w:val="00FF04A7"/>
    <w:rsid w:val="00FF1DFB"/>
    <w:rsid w:val="00FF28AF"/>
    <w:rsid w:val="00FF5B90"/>
    <w:rsid w:val="00FF686F"/>
    <w:rsid w:val="00FF79BD"/>
    <w:rsid w:val="00FF7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91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842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orielstarr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oriel\Desktop\DESIGN%20CROWD-%20POSTCARD\Sound%20SanctuarY-POSTCARD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Sound SanctuarY-POSTCARDl.dot</Template>
  <TotalTime>12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Links>
    <vt:vector size="6" baseType="variant">
      <vt:variant>
        <vt:i4>4063357</vt:i4>
      </vt:variant>
      <vt:variant>
        <vt:i4>0</vt:i4>
      </vt:variant>
      <vt:variant>
        <vt:i4>0</vt:i4>
      </vt:variant>
      <vt:variant>
        <vt:i4>5</vt:i4>
      </vt:variant>
      <vt:variant>
        <vt:lpwstr>http://www.lorielstarr.com/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Loriel Starr</dc:creator>
  <cp:keywords/>
  <dc:description/>
  <cp:lastModifiedBy>Loriel Starr</cp:lastModifiedBy>
  <cp:revision>1</cp:revision>
  <dcterms:created xsi:type="dcterms:W3CDTF">2015-01-16T03:51:00Z</dcterms:created>
  <dcterms:modified xsi:type="dcterms:W3CDTF">2015-01-16T04:03:00Z</dcterms:modified>
</cp:coreProperties>
</file>